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710E3" w14:textId="4280EBE1" w:rsidR="000F5792" w:rsidRDefault="004C5884" w:rsidP="00E82E36">
      <w:pPr>
        <w:tabs>
          <w:tab w:val="center" w:pos="4680"/>
          <w:tab w:val="left" w:pos="8550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97744B">
        <w:rPr>
          <w:rFonts w:ascii="Times New Roman" w:hAnsi="Times New Roman" w:cs="Times New Roman"/>
          <w:sz w:val="36"/>
          <w:szCs w:val="36"/>
        </w:rPr>
        <w:t>PHOTO / VIDEO REQUEST</w:t>
      </w:r>
    </w:p>
    <w:p w14:paraId="07462A65" w14:textId="5109A194" w:rsidR="000F5792" w:rsidRPr="000F5792" w:rsidRDefault="000F5792" w:rsidP="000F5792">
      <w:pPr>
        <w:tabs>
          <w:tab w:val="center" w:pos="4680"/>
          <w:tab w:val="left" w:pos="8550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IHF/AHF Wedge</w:t>
      </w:r>
    </w:p>
    <w:p w14:paraId="5F9F6370" w14:textId="77777777" w:rsidR="004C5884" w:rsidRPr="00A4489A" w:rsidRDefault="004C5884" w:rsidP="004C5884">
      <w:pPr>
        <w:tabs>
          <w:tab w:val="center" w:pos="4680"/>
          <w:tab w:val="left" w:pos="8550"/>
        </w:tabs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1255"/>
        <w:gridCol w:w="1530"/>
        <w:gridCol w:w="1620"/>
        <w:gridCol w:w="1170"/>
        <w:gridCol w:w="788"/>
        <w:gridCol w:w="3082"/>
      </w:tblGrid>
      <w:tr w:rsidR="004C5884" w:rsidRPr="00A27063" w14:paraId="787D1E17" w14:textId="77777777" w:rsidTr="00537ED8">
        <w:trPr>
          <w:trHeight w:val="494"/>
        </w:trPr>
        <w:tc>
          <w:tcPr>
            <w:tcW w:w="9445" w:type="dxa"/>
            <w:gridSpan w:val="6"/>
            <w:vAlign w:val="center"/>
          </w:tcPr>
          <w:p w14:paraId="00B69BA1" w14:textId="77777777" w:rsidR="004C5884" w:rsidRPr="0097744B" w:rsidRDefault="004C5884" w:rsidP="00537ED8">
            <w:pPr>
              <w:tabs>
                <w:tab w:val="center" w:pos="4680"/>
                <w:tab w:val="left" w:pos="922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44B">
              <w:rPr>
                <w:rFonts w:ascii="Times New Roman" w:hAnsi="Times New Roman" w:cs="Times New Roman"/>
                <w:b/>
                <w:sz w:val="28"/>
                <w:szCs w:val="28"/>
              </w:rPr>
              <w:t>VISUAL DOCUMENTATION INFORMATION</w:t>
            </w:r>
          </w:p>
        </w:tc>
      </w:tr>
      <w:tr w:rsidR="004C5884" w:rsidRPr="00A27063" w14:paraId="3C4D8487" w14:textId="77777777" w:rsidTr="00BA0636">
        <w:trPr>
          <w:trHeight w:val="719"/>
        </w:trPr>
        <w:tc>
          <w:tcPr>
            <w:tcW w:w="9445" w:type="dxa"/>
            <w:gridSpan w:val="6"/>
            <w:vAlign w:val="center"/>
          </w:tcPr>
          <w:p w14:paraId="72F857CF" w14:textId="2853F0B1" w:rsidR="004C5884" w:rsidRPr="000F3F94" w:rsidRDefault="00AF47A6" w:rsidP="00F25C43">
            <w:pPr>
              <w:tabs>
                <w:tab w:val="center" w:pos="4680"/>
                <w:tab w:val="left" w:pos="8530"/>
              </w:tabs>
              <w:ind w:right="7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Please submit the completed form to the Test Engineer</w:t>
            </w:r>
            <w:r w:rsidR="00BA0636">
              <w:rPr>
                <w:rFonts w:ascii="Times New Roman" w:hAnsi="Times New Roman" w:cs="Times New Roman"/>
                <w:sz w:val="18"/>
                <w:szCs w:val="18"/>
              </w:rPr>
              <w:t xml:space="preserve"> before </w:t>
            </w:r>
            <w:r w:rsidR="00DB4C81">
              <w:rPr>
                <w:rFonts w:ascii="Times New Roman" w:hAnsi="Times New Roman" w:cs="Times New Roman"/>
                <w:sz w:val="18"/>
                <w:szCs w:val="18"/>
              </w:rPr>
              <w:t xml:space="preserve">(tasked with Test Series) </w:t>
            </w:r>
            <w:r w:rsidR="00BA0636">
              <w:rPr>
                <w:rFonts w:ascii="Times New Roman" w:hAnsi="Times New Roman" w:cs="Times New Roman"/>
                <w:sz w:val="18"/>
                <w:szCs w:val="18"/>
              </w:rPr>
              <w:t>the Test Readiness Review (TRR). You may u</w:t>
            </w:r>
            <w:r w:rsidR="004C5884">
              <w:rPr>
                <w:rFonts w:ascii="Times New Roman" w:hAnsi="Times New Roman" w:cs="Times New Roman"/>
                <w:sz w:val="18"/>
                <w:szCs w:val="18"/>
              </w:rPr>
              <w:t xml:space="preserve">se this form to reference any questions regarding photo and video in the </w:t>
            </w:r>
            <w:r w:rsidR="004C5884" w:rsidRPr="000F3F94">
              <w:rPr>
                <w:rFonts w:ascii="Times New Roman" w:hAnsi="Times New Roman" w:cs="Times New Roman"/>
                <w:sz w:val="18"/>
                <w:szCs w:val="18"/>
              </w:rPr>
              <w:t xml:space="preserve">TRR. This form </w:t>
            </w:r>
            <w:r w:rsidR="004C5884">
              <w:rPr>
                <w:rFonts w:ascii="Times New Roman" w:hAnsi="Times New Roman" w:cs="Times New Roman"/>
                <w:sz w:val="18"/>
                <w:szCs w:val="18"/>
              </w:rPr>
              <w:t>is an overview of the</w:t>
            </w:r>
            <w:r w:rsidR="004C5884" w:rsidRPr="000F3F94">
              <w:rPr>
                <w:rFonts w:ascii="Times New Roman" w:hAnsi="Times New Roman" w:cs="Times New Roman"/>
                <w:sz w:val="18"/>
                <w:szCs w:val="18"/>
              </w:rPr>
              <w:t xml:space="preserve"> camera </w:t>
            </w:r>
            <w:r w:rsidR="004C5884">
              <w:rPr>
                <w:rFonts w:ascii="Times New Roman" w:hAnsi="Times New Roman" w:cs="Times New Roman"/>
                <w:sz w:val="18"/>
                <w:szCs w:val="18"/>
              </w:rPr>
              <w:t>setup</w:t>
            </w:r>
            <w:r w:rsidR="004C5884" w:rsidRPr="000F3F94">
              <w:rPr>
                <w:rFonts w:ascii="Times New Roman" w:hAnsi="Times New Roman" w:cs="Times New Roman"/>
                <w:sz w:val="18"/>
                <w:szCs w:val="18"/>
              </w:rPr>
              <w:t xml:space="preserve"> on the test chamber to document the model while testing.</w:t>
            </w:r>
            <w:r w:rsidR="006F1B6A">
              <w:rPr>
                <w:rFonts w:ascii="Times New Roman" w:hAnsi="Times New Roman" w:cs="Times New Roman"/>
                <w:sz w:val="18"/>
                <w:szCs w:val="18"/>
              </w:rPr>
              <w:t xml:space="preserve"> The first section allows the PI to select desired </w:t>
            </w:r>
            <w:r w:rsidR="00BC07C5">
              <w:rPr>
                <w:rFonts w:ascii="Times New Roman" w:hAnsi="Times New Roman" w:cs="Times New Roman"/>
                <w:sz w:val="18"/>
                <w:szCs w:val="18"/>
              </w:rPr>
              <w:t xml:space="preserve">video </w:t>
            </w:r>
            <w:r w:rsidR="006F1B6A">
              <w:rPr>
                <w:rFonts w:ascii="Times New Roman" w:hAnsi="Times New Roman" w:cs="Times New Roman"/>
                <w:sz w:val="18"/>
                <w:szCs w:val="18"/>
              </w:rPr>
              <w:t xml:space="preserve">recording views during testing and in the media package. The second section allows the PI to select desired photography views of test model for pre- and post-test, as well as additional photo views. </w:t>
            </w:r>
          </w:p>
        </w:tc>
      </w:tr>
      <w:tr w:rsidR="004C5884" w:rsidRPr="00A27063" w14:paraId="32119668" w14:textId="77777777" w:rsidTr="00DB4C81">
        <w:trPr>
          <w:trHeight w:val="350"/>
        </w:trPr>
        <w:tc>
          <w:tcPr>
            <w:tcW w:w="1255" w:type="dxa"/>
            <w:vAlign w:val="center"/>
          </w:tcPr>
          <w:p w14:paraId="04E21147" w14:textId="49B3C872" w:rsidR="004C5884" w:rsidRPr="00A27063" w:rsidRDefault="004C5884" w:rsidP="00537ED8">
            <w:pPr>
              <w:tabs>
                <w:tab w:val="center" w:pos="4680"/>
                <w:tab w:val="left" w:pos="8550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70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Test </w:t>
            </w:r>
            <w:r w:rsidR="00DB4C81">
              <w:rPr>
                <w:rFonts w:ascii="Times New Roman" w:hAnsi="Times New Roman" w:cs="Times New Roman"/>
                <w:b/>
                <w:sz w:val="16"/>
                <w:szCs w:val="16"/>
              </w:rPr>
              <w:t>Title</w:t>
            </w:r>
            <w:r w:rsidRPr="00A270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320" w:type="dxa"/>
            <w:gridSpan w:val="3"/>
            <w:vAlign w:val="center"/>
          </w:tcPr>
          <w:p w14:paraId="6FBD8949" w14:textId="5B78FFB3" w:rsidR="004C5884" w:rsidRPr="00A27063" w:rsidRDefault="00DB4C81" w:rsidP="00537ED8">
            <w:pPr>
              <w:tabs>
                <w:tab w:val="center" w:pos="4680"/>
                <w:tab w:val="left" w:pos="855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Test Title"/>
                    <w:format w:val="TITLE CASE"/>
                  </w:textInput>
                </w:ffData>
              </w:fldChar>
            </w:r>
            <w:bookmarkStart w:id="0" w:name="Text1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Test Title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788" w:type="dxa"/>
            <w:vAlign w:val="center"/>
          </w:tcPr>
          <w:p w14:paraId="5548B413" w14:textId="77777777" w:rsidR="004C5884" w:rsidRPr="00A27063" w:rsidRDefault="004C5884" w:rsidP="00537ED8">
            <w:pPr>
              <w:tabs>
                <w:tab w:val="center" w:pos="4680"/>
                <w:tab w:val="left" w:pos="8550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7063">
              <w:rPr>
                <w:rFonts w:ascii="Times New Roman" w:hAnsi="Times New Roman" w:cs="Times New Roman"/>
                <w:b/>
                <w:sz w:val="16"/>
                <w:szCs w:val="16"/>
              </w:rPr>
              <w:t>P.I.</w:t>
            </w: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1431934686"/>
            <w:placeholder>
              <w:docPart w:val="A1D5EF00B5EB364D8D5E44C36E1F6F51"/>
            </w:placeholder>
            <w:showingPlcHdr/>
          </w:sdtPr>
          <w:sdtEndPr/>
          <w:sdtContent>
            <w:tc>
              <w:tcPr>
                <w:tcW w:w="3082" w:type="dxa"/>
                <w:vAlign w:val="center"/>
              </w:tcPr>
              <w:p w14:paraId="61310ECC" w14:textId="77777777" w:rsidR="004C5884" w:rsidRPr="00A27063" w:rsidRDefault="004C5884" w:rsidP="00537ED8">
                <w:pPr>
                  <w:tabs>
                    <w:tab w:val="center" w:pos="4680"/>
                    <w:tab w:val="left" w:pos="8550"/>
                  </w:tabs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A27063">
                  <w:rPr>
                    <w:rStyle w:val="PlaceholderText"/>
                    <w:rFonts w:ascii="Times New Roman" w:hAnsi="Times New Roman" w:cs="Times New Roman"/>
                    <w:sz w:val="16"/>
                    <w:szCs w:val="16"/>
                  </w:rPr>
                  <w:t>First, Last Name</w:t>
                </w:r>
              </w:p>
            </w:tc>
          </w:sdtContent>
        </w:sdt>
      </w:tr>
      <w:tr w:rsidR="00DB4C81" w:rsidRPr="00A27063" w14:paraId="4E37106E" w14:textId="77777777" w:rsidTr="00DB4C81">
        <w:trPr>
          <w:trHeight w:val="341"/>
        </w:trPr>
        <w:tc>
          <w:tcPr>
            <w:tcW w:w="1255" w:type="dxa"/>
            <w:vAlign w:val="center"/>
          </w:tcPr>
          <w:p w14:paraId="67C3D5A4" w14:textId="77777777" w:rsidR="00DB4C81" w:rsidRPr="00A27063" w:rsidRDefault="00DB4C81" w:rsidP="00537ED8">
            <w:pPr>
              <w:tabs>
                <w:tab w:val="center" w:pos="4680"/>
                <w:tab w:val="left" w:pos="8550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7063">
              <w:rPr>
                <w:rFonts w:ascii="Times New Roman" w:hAnsi="Times New Roman" w:cs="Times New Roman"/>
                <w:b/>
                <w:sz w:val="16"/>
                <w:szCs w:val="16"/>
              </w:rPr>
              <w:t>Facility</w:t>
            </w:r>
          </w:p>
        </w:tc>
        <w:tc>
          <w:tcPr>
            <w:tcW w:w="1530" w:type="dxa"/>
            <w:vAlign w:val="center"/>
          </w:tcPr>
          <w:p w14:paraId="2DE176CD" w14:textId="6B684459" w:rsidR="00DB4C81" w:rsidRPr="00A27063" w:rsidRDefault="00DB4C81" w:rsidP="00537ED8">
            <w:pPr>
              <w:tabs>
                <w:tab w:val="center" w:pos="4680"/>
                <w:tab w:val="left" w:pos="855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1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IHF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2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AHF</w:t>
            </w:r>
          </w:p>
        </w:tc>
        <w:tc>
          <w:tcPr>
            <w:tcW w:w="1620" w:type="dxa"/>
            <w:vAlign w:val="center"/>
          </w:tcPr>
          <w:p w14:paraId="3D9758C9" w14:textId="567725A1" w:rsidR="00DB4C81" w:rsidRPr="00DB4C81" w:rsidRDefault="00DB4C81" w:rsidP="00537ED8">
            <w:pPr>
              <w:tabs>
                <w:tab w:val="center" w:pos="4680"/>
                <w:tab w:val="left" w:pos="8550"/>
              </w:tabs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Test Series Number</w:t>
            </w:r>
          </w:p>
        </w:tc>
        <w:tc>
          <w:tcPr>
            <w:tcW w:w="1170" w:type="dxa"/>
            <w:vAlign w:val="center"/>
          </w:tcPr>
          <w:p w14:paraId="5EE7E7D1" w14:textId="350C3F15" w:rsidR="00DB4C81" w:rsidRPr="00A27063" w:rsidRDefault="00DB4C81" w:rsidP="00537ED8">
            <w:pPr>
              <w:tabs>
                <w:tab w:val="center" w:pos="4680"/>
                <w:tab w:val="left" w:pos="855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  <w:default w:val="xxx"/>
                    <w:maxLength w:val="3"/>
                  </w:textInput>
                </w:ffData>
              </w:fldChar>
            </w:r>
            <w:bookmarkStart w:id="3" w:name="Text2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xxx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788" w:type="dxa"/>
            <w:vAlign w:val="center"/>
          </w:tcPr>
          <w:p w14:paraId="01B524B5" w14:textId="77777777" w:rsidR="00DB4C81" w:rsidRPr="00A27063" w:rsidRDefault="00DB4C81" w:rsidP="00537ED8">
            <w:pPr>
              <w:tabs>
                <w:tab w:val="center" w:pos="4680"/>
                <w:tab w:val="left" w:pos="8550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7063">
              <w:rPr>
                <w:rFonts w:ascii="Times New Roman" w:hAnsi="Times New Roman" w:cs="Times New Roman"/>
                <w:b/>
                <w:sz w:val="16"/>
                <w:szCs w:val="16"/>
              </w:rPr>
              <w:t>T.E.</w:t>
            </w:r>
          </w:p>
        </w:tc>
        <w:tc>
          <w:tcPr>
            <w:tcW w:w="3082" w:type="dxa"/>
            <w:vAlign w:val="center"/>
          </w:tcPr>
          <w:p w14:paraId="1D4DD6D3" w14:textId="145796B2" w:rsidR="00DB4C81" w:rsidRPr="00A27063" w:rsidRDefault="00DB4C81" w:rsidP="00537ED8">
            <w:pPr>
              <w:tabs>
                <w:tab w:val="center" w:pos="4680"/>
                <w:tab w:val="left" w:pos="855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Choose an item"/>
                    <w:listEntry w:val="Imelda Terrazas-Salinas"/>
                    <w:listEntry w:val="Frank C. Hui"/>
                    <w:listEntry w:val="Enrique J. Carballo"/>
                    <w:listEntry w:val="Cynthia Sarmiento"/>
                  </w:ddList>
                </w:ffData>
              </w:fldChar>
            </w:r>
            <w:bookmarkStart w:id="4" w:name="Dropdown1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FORMDROPDOWN </w:instrText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4"/>
          </w:p>
        </w:tc>
      </w:tr>
    </w:tbl>
    <w:p w14:paraId="317E2A26" w14:textId="77777777" w:rsidR="004C5884" w:rsidRDefault="004C5884" w:rsidP="004C5884">
      <w:pPr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1525"/>
        <w:gridCol w:w="3960"/>
        <w:gridCol w:w="3960"/>
      </w:tblGrid>
      <w:tr w:rsidR="004C5884" w:rsidRPr="00A27063" w14:paraId="04AF917E" w14:textId="77777777" w:rsidTr="00537ED8">
        <w:trPr>
          <w:trHeight w:val="431"/>
        </w:trPr>
        <w:tc>
          <w:tcPr>
            <w:tcW w:w="9445" w:type="dxa"/>
            <w:gridSpan w:val="3"/>
            <w:vAlign w:val="center"/>
          </w:tcPr>
          <w:p w14:paraId="5023B3A5" w14:textId="55969DE4" w:rsidR="004C5884" w:rsidRPr="00EF5943" w:rsidRDefault="004C5884" w:rsidP="00537ED8">
            <w:pPr>
              <w:tabs>
                <w:tab w:val="center" w:pos="4680"/>
                <w:tab w:val="left" w:pos="8550"/>
              </w:tabs>
              <w:ind w:right="63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5943">
              <w:rPr>
                <w:rFonts w:ascii="Times New Roman" w:hAnsi="Times New Roman"/>
                <w:b/>
                <w:sz w:val="28"/>
                <w:szCs w:val="28"/>
              </w:rPr>
              <w:t>Video Setup</w:t>
            </w:r>
          </w:p>
        </w:tc>
      </w:tr>
      <w:tr w:rsidR="004C5884" w:rsidRPr="00A27063" w14:paraId="22177177" w14:textId="77777777" w:rsidTr="00537ED8">
        <w:trPr>
          <w:trHeight w:val="530"/>
        </w:trPr>
        <w:tc>
          <w:tcPr>
            <w:tcW w:w="9445" w:type="dxa"/>
            <w:gridSpan w:val="3"/>
            <w:vAlign w:val="center"/>
          </w:tcPr>
          <w:p w14:paraId="5E6D4C5D" w14:textId="1EBB031A" w:rsidR="004C5884" w:rsidRPr="00EF5943" w:rsidRDefault="004C5884" w:rsidP="00537ED8">
            <w:pPr>
              <w:tabs>
                <w:tab w:val="center" w:pos="4680"/>
                <w:tab w:val="left" w:pos="922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During Wedge t</w:t>
            </w:r>
            <w:r w:rsidRPr="00EF5943">
              <w:rPr>
                <w:rFonts w:ascii="Times New Roman" w:hAnsi="Times New Roman" w:cs="Times New Roman"/>
                <w:b/>
              </w:rPr>
              <w:t xml:space="preserve">esting in either IHF or AHF </w:t>
            </w:r>
            <w:r>
              <w:rPr>
                <w:rFonts w:ascii="Times New Roman" w:hAnsi="Times New Roman" w:cs="Times New Roman"/>
                <w:b/>
              </w:rPr>
              <w:t>the following views are record</w:t>
            </w:r>
            <w:r w:rsidR="00D049FA">
              <w:rPr>
                <w:rFonts w:ascii="Times New Roman" w:hAnsi="Times New Roman" w:cs="Times New Roman"/>
                <w:b/>
              </w:rPr>
              <w:t>able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049FA" w:rsidRPr="00A27063" w14:paraId="51028CF6" w14:textId="77777777" w:rsidTr="00296C61">
        <w:trPr>
          <w:trHeight w:val="494"/>
        </w:trPr>
        <w:tc>
          <w:tcPr>
            <w:tcW w:w="1525" w:type="dxa"/>
            <w:vAlign w:val="center"/>
          </w:tcPr>
          <w:p w14:paraId="0C9C6CE0" w14:textId="77777777" w:rsidR="00D049FA" w:rsidRPr="00EF5943" w:rsidRDefault="00D049FA" w:rsidP="00296C61">
            <w:pPr>
              <w:tabs>
                <w:tab w:val="center" w:pos="4680"/>
                <w:tab w:val="left" w:pos="85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943">
              <w:rPr>
                <w:rFonts w:ascii="Times New Roman" w:hAnsi="Times New Roman" w:cs="Times New Roman"/>
                <w:b/>
                <w:sz w:val="20"/>
                <w:szCs w:val="20"/>
              </w:rPr>
              <w:t>Test Type</w:t>
            </w:r>
          </w:p>
        </w:tc>
        <w:tc>
          <w:tcPr>
            <w:tcW w:w="7920" w:type="dxa"/>
            <w:gridSpan w:val="2"/>
            <w:vAlign w:val="center"/>
          </w:tcPr>
          <w:p w14:paraId="68098A11" w14:textId="0553406A" w:rsidR="00D049FA" w:rsidRPr="00EF5943" w:rsidRDefault="00D049FA" w:rsidP="00296C61">
            <w:pPr>
              <w:tabs>
                <w:tab w:val="center" w:pos="4680"/>
                <w:tab w:val="left" w:pos="85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Wedge</w:t>
            </w:r>
          </w:p>
        </w:tc>
      </w:tr>
      <w:tr w:rsidR="00B55C8A" w:rsidRPr="00A27063" w14:paraId="60167C51" w14:textId="77777777" w:rsidTr="006F1B6A">
        <w:trPr>
          <w:trHeight w:val="432"/>
        </w:trPr>
        <w:tc>
          <w:tcPr>
            <w:tcW w:w="1525" w:type="dxa"/>
            <w:vMerge w:val="restart"/>
            <w:vAlign w:val="center"/>
          </w:tcPr>
          <w:p w14:paraId="69E68A96" w14:textId="26960FEC" w:rsidR="00B55C8A" w:rsidRPr="00D43890" w:rsidRDefault="00B55C8A" w:rsidP="00296C61">
            <w:pPr>
              <w:tabs>
                <w:tab w:val="center" w:pos="4680"/>
                <w:tab w:val="left" w:pos="85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890">
              <w:rPr>
                <w:rFonts w:ascii="Times New Roman" w:hAnsi="Times New Roman" w:cs="Times New Roman"/>
                <w:b/>
                <w:sz w:val="20"/>
                <w:szCs w:val="20"/>
              </w:rPr>
              <w:t>Views</w:t>
            </w:r>
          </w:p>
        </w:tc>
        <w:tc>
          <w:tcPr>
            <w:tcW w:w="3960" w:type="dxa"/>
            <w:vMerge w:val="restart"/>
            <w:vAlign w:val="center"/>
          </w:tcPr>
          <w:p w14:paraId="67BC11B2" w14:textId="1CF6B821" w:rsidR="00B55C8A" w:rsidRDefault="00B55C8A" w:rsidP="006F1B6A">
            <w:pPr>
              <w:tabs>
                <w:tab w:val="center" w:pos="4680"/>
                <w:tab w:val="left" w:pos="855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9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5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Face </w:t>
            </w:r>
            <w:r w:rsidR="00D43890">
              <w:rPr>
                <w:rFonts w:ascii="Times New Roman" w:hAnsi="Times New Roman" w:cs="Times New Roman"/>
                <w:sz w:val="16"/>
                <w:szCs w:val="16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iew  </w:t>
            </w:r>
            <w:r w:rsidR="006F1B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0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7878">
              <w:rPr>
                <w:rFonts w:ascii="Times New Roman" w:hAnsi="Times New Roman" w:cs="Times New Roman"/>
                <w:sz w:val="16"/>
                <w:szCs w:val="16"/>
              </w:rPr>
              <w:t>Side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43890">
              <w:rPr>
                <w:rFonts w:ascii="Times New Roman" w:hAnsi="Times New Roman" w:cs="Times New Roman"/>
                <w:sz w:val="16"/>
                <w:szCs w:val="16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iew  </w:t>
            </w:r>
            <w:r w:rsidR="006F1B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7"/>
            <w:r w:rsidR="006F1B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Top </w:t>
            </w:r>
            <w:r w:rsidR="00D43890">
              <w:rPr>
                <w:rFonts w:ascii="Times New Roman" w:hAnsi="Times New Roman" w:cs="Times New Roman"/>
                <w:sz w:val="16"/>
                <w:szCs w:val="16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iew</w:t>
            </w:r>
          </w:p>
          <w:p w14:paraId="78C7C429" w14:textId="1C09F24F" w:rsidR="00B55C8A" w:rsidRDefault="00B55C8A" w:rsidP="006F1B6A">
            <w:pPr>
              <w:tabs>
                <w:tab w:val="center" w:pos="4680"/>
                <w:tab w:val="left" w:pos="855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14:paraId="0A75B110" w14:textId="2225001E" w:rsidR="00B55C8A" w:rsidRPr="00D43890" w:rsidRDefault="00B55C8A" w:rsidP="00B55C8A">
            <w:pPr>
              <w:tabs>
                <w:tab w:val="center" w:pos="4680"/>
                <w:tab w:val="left" w:pos="855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Optional Views</w:t>
            </w:r>
          </w:p>
        </w:tc>
      </w:tr>
      <w:tr w:rsidR="00B55C8A" w:rsidRPr="00A27063" w14:paraId="30D524D9" w14:textId="77777777" w:rsidTr="00B55C8A">
        <w:trPr>
          <w:trHeight w:val="180"/>
        </w:trPr>
        <w:tc>
          <w:tcPr>
            <w:tcW w:w="1525" w:type="dxa"/>
            <w:vMerge/>
            <w:vAlign w:val="center"/>
          </w:tcPr>
          <w:p w14:paraId="4AF70F9D" w14:textId="77777777" w:rsidR="00B55C8A" w:rsidRDefault="00B55C8A" w:rsidP="00296C61">
            <w:pPr>
              <w:tabs>
                <w:tab w:val="center" w:pos="4680"/>
                <w:tab w:val="left" w:pos="855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  <w:vAlign w:val="center"/>
          </w:tcPr>
          <w:p w14:paraId="031ED321" w14:textId="77777777" w:rsidR="00B55C8A" w:rsidRDefault="00B55C8A" w:rsidP="00B55C8A">
            <w:pPr>
              <w:tabs>
                <w:tab w:val="center" w:pos="4680"/>
                <w:tab w:val="left" w:pos="855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14:paraId="1D610381" w14:textId="2DD026FC" w:rsidR="00B55C8A" w:rsidRDefault="00B55C8A" w:rsidP="00B55C8A">
            <w:pPr>
              <w:tabs>
                <w:tab w:val="center" w:pos="4680"/>
                <w:tab w:val="left" w:pos="8550"/>
              </w:tabs>
              <w:spacing w:before="60" w:after="6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8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Infrared Camera  </w:t>
            </w:r>
          </w:p>
          <w:p w14:paraId="3AAA6BA6" w14:textId="58C83167" w:rsidR="00B55C8A" w:rsidRDefault="00B55C8A" w:rsidP="00B55C8A">
            <w:pPr>
              <w:tabs>
                <w:tab w:val="center" w:pos="4680"/>
                <w:tab w:val="left" w:pos="8550"/>
              </w:tabs>
              <w:spacing w:after="6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9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Quad view of all (face, top, </w:t>
            </w:r>
            <w:r w:rsidR="00B97878">
              <w:rPr>
                <w:rFonts w:ascii="Times New Roman" w:hAnsi="Times New Roman" w:cs="Times New Roman"/>
                <w:sz w:val="16"/>
                <w:szCs w:val="16"/>
              </w:rPr>
              <w:t>side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infrared) </w:t>
            </w:r>
          </w:p>
          <w:p w14:paraId="50964B57" w14:textId="42960258" w:rsidR="00B55C8A" w:rsidRPr="00195B7C" w:rsidRDefault="00B55C8A" w:rsidP="00B55C8A">
            <w:pPr>
              <w:tabs>
                <w:tab w:val="center" w:pos="4680"/>
                <w:tab w:val="left" w:pos="8550"/>
              </w:tabs>
              <w:spacing w:after="6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>
              <w:rPr>
                <w:rFonts w:ascii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</w:r>
            <w:r w:rsidR="00B75C7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bookmarkEnd w:id="10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7878">
              <w:rPr>
                <w:rFonts w:ascii="Times New Roman" w:hAnsi="Times New Roman" w:cs="Times New Roman"/>
                <w:sz w:val="16"/>
                <w:szCs w:val="16"/>
              </w:rPr>
              <w:t xml:space="preserve">Other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Camera Position </w:t>
            </w:r>
            <w:r w:rsidR="00B97878">
              <w:rPr>
                <w:rFonts w:ascii="Times New Roman" w:hAnsi="Times New Roman" w:cs="Times New Roman"/>
                <w:sz w:val="16"/>
                <w:szCs w:val="16"/>
              </w:rPr>
              <w:t>(e.g., Backside)</w:t>
            </w:r>
          </w:p>
        </w:tc>
      </w:tr>
      <w:tr w:rsidR="00D049FA" w:rsidRPr="00A27063" w14:paraId="472926A9" w14:textId="77777777" w:rsidTr="00296C61">
        <w:trPr>
          <w:trHeight w:val="395"/>
        </w:trPr>
        <w:tc>
          <w:tcPr>
            <w:tcW w:w="9445" w:type="dxa"/>
            <w:gridSpan w:val="3"/>
            <w:vAlign w:val="center"/>
          </w:tcPr>
          <w:p w14:paraId="027B38AB" w14:textId="77777777" w:rsidR="005B6BF6" w:rsidRDefault="00D049FA" w:rsidP="00296C61">
            <w:pPr>
              <w:ind w:right="-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0838">
              <w:rPr>
                <w:rFonts w:ascii="Times New Roman" w:hAnsi="Times New Roman"/>
                <w:b/>
                <w:sz w:val="20"/>
                <w:szCs w:val="20"/>
              </w:rPr>
              <w:t xml:space="preserve">All views will be available for monitoring during testing. </w:t>
            </w:r>
          </w:p>
          <w:p w14:paraId="39031AD5" w14:textId="43F4CA79" w:rsidR="00D049FA" w:rsidRPr="005B6BF6" w:rsidRDefault="006F1B6A" w:rsidP="005B6BF6">
            <w:pPr>
              <w:ind w:right="-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="00D049FA">
              <w:rPr>
                <w:rFonts w:ascii="Times New Roman" w:hAnsi="Times New Roman"/>
                <w:b/>
                <w:sz w:val="20"/>
                <w:szCs w:val="20"/>
              </w:rPr>
              <w:t>ecorded</w:t>
            </w:r>
            <w:r w:rsidR="00D049FA" w:rsidRPr="00960838">
              <w:rPr>
                <w:rFonts w:ascii="Times New Roman" w:hAnsi="Times New Roman"/>
                <w:b/>
                <w:sz w:val="20"/>
                <w:szCs w:val="20"/>
              </w:rPr>
              <w:t xml:space="preserve"> views</w:t>
            </w:r>
            <w:r w:rsidR="005B6BF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960838">
              <w:rPr>
                <w:rFonts w:ascii="Times New Roman" w:hAnsi="Times New Roman"/>
                <w:b/>
                <w:sz w:val="20"/>
                <w:szCs w:val="20"/>
              </w:rPr>
              <w:t xml:space="preserve">uring testing </w:t>
            </w:r>
            <w:r w:rsidR="00D049FA" w:rsidRPr="00960838">
              <w:rPr>
                <w:rFonts w:ascii="Times New Roman" w:hAnsi="Times New Roman"/>
                <w:b/>
                <w:sz w:val="20"/>
                <w:szCs w:val="20"/>
              </w:rPr>
              <w:t>will be provided in the media package.</w:t>
            </w:r>
          </w:p>
        </w:tc>
      </w:tr>
      <w:tr w:rsidR="00D049FA" w:rsidRPr="00A27063" w14:paraId="3AF3D602" w14:textId="77777777" w:rsidTr="00296C61">
        <w:trPr>
          <w:trHeight w:val="962"/>
        </w:trPr>
        <w:tc>
          <w:tcPr>
            <w:tcW w:w="9445" w:type="dxa"/>
            <w:gridSpan w:val="3"/>
            <w:vAlign w:val="center"/>
          </w:tcPr>
          <w:p w14:paraId="10BCED9A" w14:textId="033E57DB" w:rsidR="00D049FA" w:rsidRPr="005B6BF6" w:rsidRDefault="00D049FA" w:rsidP="005B6BF6">
            <w:pPr>
              <w:tabs>
                <w:tab w:val="center" w:pos="4680"/>
                <w:tab w:val="left" w:pos="8550"/>
              </w:tabs>
              <w:jc w:val="center"/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97744B">
              <w:rPr>
                <w:rFonts w:ascii="Times New Roman" w:hAnsi="Times New Roman"/>
                <w:b/>
                <w:sz w:val="20"/>
                <w:szCs w:val="20"/>
              </w:rPr>
              <w:t>Additional Comments: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4489A">
              <w:rPr>
                <w:rFonts w:ascii="Times New Roman" w:hAnsi="Times New Roman" w:cs="Times New Roman"/>
                <w:sz w:val="20"/>
                <w:szCs w:val="20"/>
              </w:rPr>
              <w:t xml:space="preserve">Maximum Four </w:t>
            </w:r>
            <w:r w:rsidRPr="00195B7C">
              <w:rPr>
                <w:rFonts w:ascii="Times New Roman" w:hAnsi="Times New Roman" w:cs="Times New Roman"/>
                <w:sz w:val="20"/>
                <w:szCs w:val="20"/>
              </w:rPr>
              <w:t>Recordable Views (</w:t>
            </w:r>
            <w:r w:rsidR="00B97878">
              <w:rPr>
                <w:rFonts w:ascii="Times New Roman" w:hAnsi="Times New Roman" w:cs="Times New Roman"/>
                <w:sz w:val="20"/>
                <w:szCs w:val="20"/>
              </w:rPr>
              <w:t>Face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7878">
              <w:rPr>
                <w:rFonts w:ascii="Times New Roman" w:hAnsi="Times New Roman" w:cs="Times New Roman"/>
                <w:sz w:val="20"/>
                <w:szCs w:val="20"/>
              </w:rPr>
              <w:t xml:space="preserve"> Side, Top,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B7C">
              <w:rPr>
                <w:rFonts w:ascii="Times New Roman" w:hAnsi="Times New Roman" w:cs="Times New Roman"/>
                <w:sz w:val="20"/>
                <w:szCs w:val="20"/>
              </w:rPr>
              <w:t xml:space="preserve">Infrared, </w:t>
            </w:r>
            <w:r w:rsidR="00B97878">
              <w:rPr>
                <w:rFonts w:ascii="Times New Roman" w:hAnsi="Times New Roman" w:cs="Times New Roman"/>
                <w:sz w:val="20"/>
                <w:szCs w:val="20"/>
              </w:rPr>
              <w:t>Quad, Other</w:t>
            </w:r>
            <w:r w:rsidRPr="00195B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95B7C">
              <w:rPr>
                <w:rFonts w:ascii="Times New Roman" w:hAnsi="Times New Roman"/>
                <w:sz w:val="20"/>
                <w:szCs w:val="20"/>
              </w:rPr>
              <w:t>.</w:t>
            </w:r>
            <w:r w:rsidRPr="00A448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744B">
              <w:rPr>
                <w:rFonts w:ascii="Times New Roman" w:hAnsi="Times New Roman"/>
                <w:sz w:val="20"/>
                <w:szCs w:val="20"/>
              </w:rPr>
              <w:t xml:space="preserve">All video is provided in Full HD </w:t>
            </w:r>
            <w:r>
              <w:rPr>
                <w:rFonts w:ascii="Times New Roman" w:hAnsi="Times New Roman"/>
                <w:sz w:val="20"/>
                <w:szCs w:val="20"/>
              </w:rPr>
              <w:t>1920 x 1080 (</w:t>
            </w:r>
            <w:r w:rsidRPr="0097744B">
              <w:rPr>
                <w:rFonts w:ascii="Times New Roman" w:hAnsi="Times New Roman"/>
                <w:sz w:val="20"/>
                <w:szCs w:val="20"/>
              </w:rPr>
              <w:t>1080p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97744B">
              <w:rPr>
                <w:rFonts w:ascii="Times New Roman" w:hAnsi="Times New Roman"/>
                <w:sz w:val="20"/>
                <w:szCs w:val="20"/>
              </w:rPr>
              <w:t xml:space="preserve"> 30fps unless specifically requested for special testing </w:t>
            </w:r>
            <w:r w:rsidR="005B6BF6">
              <w:rPr>
                <w:rFonts w:ascii="Times New Roman" w:hAnsi="Times New Roman"/>
                <w:sz w:val="20"/>
                <w:szCs w:val="20"/>
              </w:rPr>
              <w:t>requirements</w:t>
            </w:r>
            <w:r w:rsidRPr="0097744B">
              <w:rPr>
                <w:rFonts w:ascii="Times New Roman" w:hAnsi="Times New Roman"/>
                <w:sz w:val="20"/>
                <w:szCs w:val="20"/>
              </w:rPr>
              <w:t>. Advanced notice to record different resolutions and framerates is required.</w:t>
            </w:r>
          </w:p>
        </w:tc>
      </w:tr>
    </w:tbl>
    <w:p w14:paraId="704F480D" w14:textId="77777777" w:rsidR="004C5884" w:rsidRPr="001962B5" w:rsidRDefault="004C5884" w:rsidP="004C5884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4675"/>
      </w:tblGrid>
      <w:tr w:rsidR="002F0E54" w14:paraId="632B71B3" w14:textId="77777777" w:rsidTr="00A636D7">
        <w:trPr>
          <w:trHeight w:val="432"/>
        </w:trPr>
        <w:tc>
          <w:tcPr>
            <w:tcW w:w="9350" w:type="dxa"/>
            <w:gridSpan w:val="3"/>
            <w:vAlign w:val="center"/>
          </w:tcPr>
          <w:p w14:paraId="3D7240C4" w14:textId="7C4F5683" w:rsidR="002F0E54" w:rsidRPr="002F0E54" w:rsidRDefault="002F0E54" w:rsidP="00A636D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Photography Camera Views</w:t>
            </w:r>
          </w:p>
        </w:tc>
      </w:tr>
      <w:tr w:rsidR="002F0E54" w14:paraId="0D7D3FD1" w14:textId="77777777" w:rsidTr="002F0E54">
        <w:trPr>
          <w:trHeight w:val="432"/>
        </w:trPr>
        <w:tc>
          <w:tcPr>
            <w:tcW w:w="4675" w:type="dxa"/>
            <w:gridSpan w:val="2"/>
            <w:vAlign w:val="center"/>
          </w:tcPr>
          <w:p w14:paraId="6368CB85" w14:textId="62784BB5" w:rsidR="002F0E54" w:rsidRPr="002F0E54" w:rsidRDefault="002F0E54" w:rsidP="002F0E5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Photo Studio</w:t>
            </w:r>
          </w:p>
        </w:tc>
        <w:tc>
          <w:tcPr>
            <w:tcW w:w="4675" w:type="dxa"/>
            <w:vMerge w:val="restart"/>
            <w:vAlign w:val="center"/>
          </w:tcPr>
          <w:p w14:paraId="77A19926" w14:textId="7DE51CD9" w:rsidR="002F0E54" w:rsidRPr="002F0E54" w:rsidRDefault="002F0E54" w:rsidP="002F0E5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Additional Photos</w:t>
            </w:r>
          </w:p>
        </w:tc>
      </w:tr>
      <w:tr w:rsidR="002F0E54" w14:paraId="5D1868C5" w14:textId="77777777" w:rsidTr="009D2DD2">
        <w:trPr>
          <w:trHeight w:val="432"/>
        </w:trPr>
        <w:tc>
          <w:tcPr>
            <w:tcW w:w="2337" w:type="dxa"/>
            <w:vAlign w:val="center"/>
          </w:tcPr>
          <w:p w14:paraId="0012C764" w14:textId="4DE56B88" w:rsidR="002F0E54" w:rsidRPr="002F0E54" w:rsidRDefault="002F0E54" w:rsidP="002F0E5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F0E54">
              <w:rPr>
                <w:rFonts w:ascii="Times New Roman" w:hAnsi="Times New Roman"/>
                <w:b/>
                <w:bCs/>
                <w:sz w:val="18"/>
                <w:szCs w:val="18"/>
              </w:rPr>
              <w:t>Pre-test</w:t>
            </w:r>
          </w:p>
        </w:tc>
        <w:tc>
          <w:tcPr>
            <w:tcW w:w="2338" w:type="dxa"/>
            <w:vAlign w:val="center"/>
          </w:tcPr>
          <w:p w14:paraId="04C36A41" w14:textId="118A597D" w:rsidR="002F0E54" w:rsidRPr="002F0E54" w:rsidRDefault="002F0E54" w:rsidP="002F0E5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F0E54">
              <w:rPr>
                <w:rFonts w:ascii="Times New Roman" w:hAnsi="Times New Roman"/>
                <w:b/>
                <w:bCs/>
                <w:sz w:val="18"/>
                <w:szCs w:val="18"/>
              </w:rPr>
              <w:t>Post-test</w:t>
            </w:r>
          </w:p>
        </w:tc>
        <w:tc>
          <w:tcPr>
            <w:tcW w:w="4675" w:type="dxa"/>
            <w:vMerge/>
            <w:vAlign w:val="center"/>
          </w:tcPr>
          <w:p w14:paraId="57CFE1DB" w14:textId="022F6FA8" w:rsidR="002F0E54" w:rsidRDefault="002F0E54" w:rsidP="002F0E5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F0E54" w14:paraId="03BCEF27" w14:textId="77777777" w:rsidTr="002F0E54">
        <w:trPr>
          <w:trHeight w:val="432"/>
        </w:trPr>
        <w:tc>
          <w:tcPr>
            <w:tcW w:w="2337" w:type="dxa"/>
            <w:vAlign w:val="center"/>
          </w:tcPr>
          <w:p w14:paraId="4DE05DE8" w14:textId="77777777" w:rsidR="002F0E54" w:rsidRPr="00D43890" w:rsidRDefault="002F0E54" w:rsidP="002F0E54">
            <w:pPr>
              <w:spacing w:before="40" w:after="80"/>
              <w:rPr>
                <w:rFonts w:ascii="Times New Roman" w:hAnsi="Times New Roman"/>
                <w:sz w:val="16"/>
                <w:szCs w:val="16"/>
              </w:rPr>
            </w:pPr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2"/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 w:rsidR="00B75C7A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bookmarkEnd w:id="11"/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43890">
              <w:rPr>
                <w:rFonts w:ascii="Times New Roman" w:hAnsi="Times New Roman"/>
                <w:sz w:val="16"/>
                <w:szCs w:val="16"/>
              </w:rPr>
              <w:t>Front View</w:t>
            </w:r>
          </w:p>
          <w:p w14:paraId="321D5C3F" w14:textId="77777777" w:rsidR="002F0E54" w:rsidRPr="00D43890" w:rsidRDefault="002F0E54" w:rsidP="002F0E54">
            <w:pPr>
              <w:spacing w:before="40" w:after="80"/>
              <w:rPr>
                <w:rFonts w:ascii="Times New Roman" w:hAnsi="Times New Roman"/>
                <w:sz w:val="16"/>
                <w:szCs w:val="16"/>
              </w:rPr>
            </w:pPr>
            <w:r w:rsidRPr="00D43890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 w:rsidRPr="00D43890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/>
                <w:sz w:val="16"/>
                <w:szCs w:val="16"/>
              </w:rPr>
            </w:r>
            <w:r w:rsidR="00B75C7A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D43890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bookmarkEnd w:id="12"/>
            <w:r w:rsidRPr="00D43890">
              <w:rPr>
                <w:rFonts w:ascii="Times New Roman" w:hAnsi="Times New Roman"/>
                <w:sz w:val="16"/>
                <w:szCs w:val="16"/>
              </w:rPr>
              <w:t xml:space="preserve"> ¾ View</w:t>
            </w:r>
          </w:p>
          <w:p w14:paraId="5C562B33" w14:textId="508BF70E" w:rsidR="002F0E54" w:rsidRPr="002F0E54" w:rsidRDefault="002F0E54" w:rsidP="002F0E54">
            <w:pPr>
              <w:spacing w:before="40" w:after="80"/>
              <w:rPr>
                <w:rFonts w:ascii="Times New Roman" w:hAnsi="Times New Roman"/>
                <w:sz w:val="18"/>
                <w:szCs w:val="18"/>
              </w:rPr>
            </w:pPr>
            <w:r w:rsidRPr="00D43890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4"/>
            <w:r w:rsidRPr="00D43890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/>
                <w:sz w:val="16"/>
                <w:szCs w:val="16"/>
              </w:rPr>
            </w:r>
            <w:r w:rsidR="00B75C7A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D43890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bookmarkEnd w:id="13"/>
            <w:r w:rsidRPr="00D43890">
              <w:rPr>
                <w:rFonts w:ascii="Times New Roman" w:hAnsi="Times New Roman"/>
                <w:sz w:val="16"/>
                <w:szCs w:val="16"/>
              </w:rPr>
              <w:t xml:space="preserve"> Side View</w:t>
            </w:r>
          </w:p>
        </w:tc>
        <w:tc>
          <w:tcPr>
            <w:tcW w:w="2338" w:type="dxa"/>
            <w:vAlign w:val="center"/>
          </w:tcPr>
          <w:p w14:paraId="30D4A94C" w14:textId="77777777" w:rsidR="002F0E54" w:rsidRPr="00D43890" w:rsidRDefault="002F0E54" w:rsidP="002F0E54">
            <w:pPr>
              <w:spacing w:before="40" w:after="80"/>
              <w:rPr>
                <w:rFonts w:ascii="Times New Roman" w:hAnsi="Times New Roman"/>
                <w:sz w:val="16"/>
                <w:szCs w:val="16"/>
              </w:rPr>
            </w:pPr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 w:rsidR="00B75C7A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43890">
              <w:rPr>
                <w:rFonts w:ascii="Times New Roman" w:hAnsi="Times New Roman"/>
                <w:sz w:val="16"/>
                <w:szCs w:val="16"/>
              </w:rPr>
              <w:t>Front View</w:t>
            </w:r>
          </w:p>
          <w:p w14:paraId="696FA166" w14:textId="77777777" w:rsidR="002F0E54" w:rsidRPr="00D43890" w:rsidRDefault="002F0E54" w:rsidP="002F0E54">
            <w:pPr>
              <w:spacing w:before="40" w:after="80"/>
              <w:rPr>
                <w:rFonts w:ascii="Times New Roman" w:hAnsi="Times New Roman"/>
                <w:sz w:val="16"/>
                <w:szCs w:val="16"/>
              </w:rPr>
            </w:pPr>
            <w:r w:rsidRPr="00D43890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890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/>
                <w:sz w:val="16"/>
                <w:szCs w:val="16"/>
              </w:rPr>
            </w:r>
            <w:r w:rsidR="00B75C7A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D43890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D43890">
              <w:rPr>
                <w:rFonts w:ascii="Times New Roman" w:hAnsi="Times New Roman"/>
                <w:sz w:val="16"/>
                <w:szCs w:val="16"/>
              </w:rPr>
              <w:t xml:space="preserve"> ¾ View</w:t>
            </w:r>
          </w:p>
          <w:p w14:paraId="70C42FA5" w14:textId="7A8FA942" w:rsidR="002F0E54" w:rsidRPr="00D43890" w:rsidRDefault="002F0E54" w:rsidP="002F0E54">
            <w:pPr>
              <w:spacing w:before="40" w:after="8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43890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890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/>
                <w:sz w:val="16"/>
                <w:szCs w:val="16"/>
              </w:rPr>
            </w:r>
            <w:r w:rsidR="00B75C7A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D43890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D43890">
              <w:rPr>
                <w:rFonts w:ascii="Times New Roman" w:hAnsi="Times New Roman"/>
                <w:sz w:val="16"/>
                <w:szCs w:val="16"/>
              </w:rPr>
              <w:t xml:space="preserve"> Side View</w:t>
            </w:r>
          </w:p>
        </w:tc>
        <w:tc>
          <w:tcPr>
            <w:tcW w:w="4675" w:type="dxa"/>
            <w:vAlign w:val="center"/>
          </w:tcPr>
          <w:p w14:paraId="723617AF" w14:textId="77777777" w:rsidR="002F0E54" w:rsidRPr="00D43890" w:rsidRDefault="002F0E54" w:rsidP="002F0E54">
            <w:pPr>
              <w:spacing w:before="40" w:after="80"/>
              <w:rPr>
                <w:rFonts w:ascii="Times New Roman" w:hAnsi="Times New Roman"/>
                <w:sz w:val="16"/>
                <w:szCs w:val="16"/>
              </w:rPr>
            </w:pPr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</w:instrText>
            </w:r>
            <w:bookmarkStart w:id="14" w:name="Check15"/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FORMCHECKBOX </w:instrText>
            </w:r>
            <w:r w:rsidR="00B75C7A">
              <w:rPr>
                <w:rFonts w:ascii="Times New Roman" w:hAnsi="Times New Roman"/>
                <w:b/>
                <w:bCs/>
                <w:sz w:val="16"/>
                <w:szCs w:val="16"/>
              </w:rPr>
            </w:r>
            <w:r w:rsidR="00B75C7A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bookmarkEnd w:id="14"/>
            <w:r w:rsidRPr="00D4389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43890">
              <w:rPr>
                <w:rFonts w:ascii="Times New Roman" w:hAnsi="Times New Roman"/>
                <w:sz w:val="16"/>
                <w:szCs w:val="16"/>
              </w:rPr>
              <w:t>In-Stream</w:t>
            </w:r>
          </w:p>
          <w:p w14:paraId="5F906C73" w14:textId="63C45785" w:rsidR="002F0E54" w:rsidRPr="00D43890" w:rsidRDefault="002F0E54" w:rsidP="002F0E54">
            <w:pPr>
              <w:spacing w:before="40" w:after="80"/>
              <w:rPr>
                <w:rFonts w:ascii="Times New Roman" w:hAnsi="Times New Roman"/>
                <w:sz w:val="16"/>
                <w:szCs w:val="16"/>
              </w:rPr>
            </w:pPr>
            <w:r w:rsidRPr="00D43890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Pr="00D43890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/>
                <w:sz w:val="16"/>
                <w:szCs w:val="16"/>
              </w:rPr>
            </w:r>
            <w:r w:rsidR="00B75C7A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D43890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bookmarkEnd w:id="15"/>
            <w:r w:rsidRPr="00D43890">
              <w:rPr>
                <w:rFonts w:ascii="Times New Roman" w:hAnsi="Times New Roman"/>
                <w:sz w:val="16"/>
                <w:szCs w:val="16"/>
              </w:rPr>
              <w:t xml:space="preserve"> Te</w:t>
            </w:r>
            <w:r w:rsidR="00B97878">
              <w:rPr>
                <w:rFonts w:ascii="Times New Roman" w:hAnsi="Times New Roman"/>
                <w:sz w:val="16"/>
                <w:szCs w:val="16"/>
              </w:rPr>
              <w:t>s</w:t>
            </w:r>
            <w:r w:rsidRPr="00D43890">
              <w:rPr>
                <w:rFonts w:ascii="Times New Roman" w:hAnsi="Times New Roman"/>
                <w:sz w:val="16"/>
                <w:szCs w:val="16"/>
              </w:rPr>
              <w:t>t Box</w:t>
            </w:r>
          </w:p>
          <w:p w14:paraId="372F6EB2" w14:textId="77777777" w:rsidR="002F0E54" w:rsidRDefault="002F0E54" w:rsidP="002F0E54">
            <w:pPr>
              <w:spacing w:before="40" w:after="80"/>
              <w:rPr>
                <w:rFonts w:ascii="Times New Roman" w:hAnsi="Times New Roman"/>
                <w:sz w:val="16"/>
                <w:szCs w:val="16"/>
              </w:rPr>
            </w:pPr>
            <w:r w:rsidRPr="00D43890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 w:rsidRPr="00D43890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B75C7A">
              <w:rPr>
                <w:rFonts w:ascii="Times New Roman" w:hAnsi="Times New Roman"/>
                <w:sz w:val="16"/>
                <w:szCs w:val="16"/>
              </w:rPr>
            </w:r>
            <w:r w:rsidR="00B75C7A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D43890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bookmarkEnd w:id="16"/>
            <w:r w:rsidRPr="00D43890">
              <w:rPr>
                <w:rFonts w:ascii="Times New Roman" w:hAnsi="Times New Roman"/>
                <w:sz w:val="16"/>
                <w:szCs w:val="16"/>
              </w:rPr>
              <w:t xml:space="preserve"> Setups</w:t>
            </w:r>
          </w:p>
          <w:p w14:paraId="3164D144" w14:textId="45F21F66" w:rsidR="00B97878" w:rsidRPr="00D43890" w:rsidRDefault="00B97878" w:rsidP="002F0E54">
            <w:pPr>
              <w:spacing w:before="40" w:after="8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bookmarkEnd w:id="17"/>
            <w:r>
              <w:rPr>
                <w:rFonts w:ascii="Times New Roman" w:hAnsi="Times New Roman"/>
                <w:sz w:val="16"/>
                <w:szCs w:val="16"/>
              </w:rPr>
              <w:t xml:space="preserve"> Backside</w:t>
            </w:r>
          </w:p>
        </w:tc>
      </w:tr>
      <w:tr w:rsidR="003365BD" w14:paraId="01B30764" w14:textId="77777777" w:rsidTr="003365BD">
        <w:trPr>
          <w:trHeight w:val="432"/>
        </w:trPr>
        <w:tc>
          <w:tcPr>
            <w:tcW w:w="9350" w:type="dxa"/>
            <w:gridSpan w:val="3"/>
            <w:vAlign w:val="center"/>
          </w:tcPr>
          <w:p w14:paraId="0376DAC2" w14:textId="2F27D78B" w:rsidR="003365BD" w:rsidRPr="003365BD" w:rsidRDefault="003365BD" w:rsidP="003365BD">
            <w:pPr>
              <w:spacing w:before="40" w:after="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65BD">
              <w:rPr>
                <w:rFonts w:ascii="Times New Roman" w:hAnsi="Times New Roman"/>
                <w:sz w:val="18"/>
                <w:szCs w:val="18"/>
              </w:rPr>
              <w:t>Additional consultation may be required to process your test footage in a timely manner</w:t>
            </w:r>
          </w:p>
        </w:tc>
      </w:tr>
      <w:tr w:rsidR="002F0E54" w14:paraId="14F42EE0" w14:textId="77777777" w:rsidTr="00871F24">
        <w:trPr>
          <w:trHeight w:val="432"/>
        </w:trPr>
        <w:tc>
          <w:tcPr>
            <w:tcW w:w="9350" w:type="dxa"/>
            <w:gridSpan w:val="3"/>
            <w:vAlign w:val="center"/>
          </w:tcPr>
          <w:p w14:paraId="3AF64650" w14:textId="54CC8B74" w:rsidR="002F0E54" w:rsidRPr="00D43890" w:rsidRDefault="002F0E54" w:rsidP="002F0E54">
            <w:pPr>
              <w:spacing w:before="40" w:after="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Comments: </w:t>
            </w:r>
          </w:p>
        </w:tc>
      </w:tr>
    </w:tbl>
    <w:p w14:paraId="07DC5A02" w14:textId="77777777" w:rsidR="004C5884" w:rsidRDefault="004C5884" w:rsidP="004C5884">
      <w:pPr>
        <w:jc w:val="both"/>
        <w:rPr>
          <w:rFonts w:ascii="Times New Roman" w:hAnsi="Times New Roman"/>
          <w:sz w:val="20"/>
          <w:szCs w:val="20"/>
        </w:rPr>
      </w:pPr>
    </w:p>
    <w:p w14:paraId="3E516C2F" w14:textId="77777777" w:rsidR="00DF1965" w:rsidRDefault="00DF1965" w:rsidP="00D049FA">
      <w:pPr>
        <w:jc w:val="both"/>
      </w:pPr>
    </w:p>
    <w:sectPr w:rsidR="00DF1965" w:rsidSect="00A4489A">
      <w:pgSz w:w="12240" w:h="15840"/>
      <w:pgMar w:top="98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FF749" w14:textId="77777777" w:rsidR="00B75C7A" w:rsidRDefault="00B75C7A" w:rsidP="00ED4CC5">
      <w:pPr>
        <w:spacing w:after="0" w:line="240" w:lineRule="auto"/>
      </w:pPr>
      <w:r>
        <w:separator/>
      </w:r>
    </w:p>
  </w:endnote>
  <w:endnote w:type="continuationSeparator" w:id="0">
    <w:p w14:paraId="715B6014" w14:textId="77777777" w:rsidR="00B75C7A" w:rsidRDefault="00B75C7A" w:rsidP="00ED4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6D2CD" w14:textId="77777777" w:rsidR="00B75C7A" w:rsidRDefault="00B75C7A" w:rsidP="00ED4CC5">
      <w:pPr>
        <w:spacing w:after="0" w:line="240" w:lineRule="auto"/>
      </w:pPr>
      <w:r>
        <w:separator/>
      </w:r>
    </w:p>
  </w:footnote>
  <w:footnote w:type="continuationSeparator" w:id="0">
    <w:p w14:paraId="0A0A9A8D" w14:textId="77777777" w:rsidR="00B75C7A" w:rsidRDefault="00B75C7A" w:rsidP="00ED4C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attachedTemplate r:id="rId1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6B0"/>
    <w:rsid w:val="00013F32"/>
    <w:rsid w:val="0002786E"/>
    <w:rsid w:val="00064D12"/>
    <w:rsid w:val="000F10DB"/>
    <w:rsid w:val="000F3F94"/>
    <w:rsid w:val="000F5792"/>
    <w:rsid w:val="0010267D"/>
    <w:rsid w:val="00102CE5"/>
    <w:rsid w:val="001258EE"/>
    <w:rsid w:val="00126B93"/>
    <w:rsid w:val="00127538"/>
    <w:rsid w:val="00136841"/>
    <w:rsid w:val="00167C94"/>
    <w:rsid w:val="0017525C"/>
    <w:rsid w:val="001C7B20"/>
    <w:rsid w:val="002004CB"/>
    <w:rsid w:val="0025249F"/>
    <w:rsid w:val="002651A6"/>
    <w:rsid w:val="002A7D60"/>
    <w:rsid w:val="002E3E11"/>
    <w:rsid w:val="002E63CC"/>
    <w:rsid w:val="002F0E54"/>
    <w:rsid w:val="002F714B"/>
    <w:rsid w:val="00330401"/>
    <w:rsid w:val="00332D0D"/>
    <w:rsid w:val="003365BD"/>
    <w:rsid w:val="00337187"/>
    <w:rsid w:val="00345D00"/>
    <w:rsid w:val="00366F17"/>
    <w:rsid w:val="00375DAD"/>
    <w:rsid w:val="003C7875"/>
    <w:rsid w:val="003E06AA"/>
    <w:rsid w:val="0041001E"/>
    <w:rsid w:val="00431A69"/>
    <w:rsid w:val="00474FC6"/>
    <w:rsid w:val="004852C4"/>
    <w:rsid w:val="00496EEE"/>
    <w:rsid w:val="004C5884"/>
    <w:rsid w:val="004C6BD5"/>
    <w:rsid w:val="00510EA2"/>
    <w:rsid w:val="00551A38"/>
    <w:rsid w:val="00557134"/>
    <w:rsid w:val="0058253A"/>
    <w:rsid w:val="005829ED"/>
    <w:rsid w:val="005B3C6F"/>
    <w:rsid w:val="005B6BF6"/>
    <w:rsid w:val="005E0132"/>
    <w:rsid w:val="005E205B"/>
    <w:rsid w:val="005E7D55"/>
    <w:rsid w:val="00653597"/>
    <w:rsid w:val="00672425"/>
    <w:rsid w:val="006A6484"/>
    <w:rsid w:val="006E037A"/>
    <w:rsid w:val="006F1B6A"/>
    <w:rsid w:val="006F6B8C"/>
    <w:rsid w:val="007210CC"/>
    <w:rsid w:val="0079583C"/>
    <w:rsid w:val="007C0CF4"/>
    <w:rsid w:val="00827DB7"/>
    <w:rsid w:val="00833727"/>
    <w:rsid w:val="008524FE"/>
    <w:rsid w:val="00864104"/>
    <w:rsid w:val="008764F9"/>
    <w:rsid w:val="008924D0"/>
    <w:rsid w:val="008A2E7F"/>
    <w:rsid w:val="008A38EC"/>
    <w:rsid w:val="008E1E35"/>
    <w:rsid w:val="008F35EF"/>
    <w:rsid w:val="00914100"/>
    <w:rsid w:val="009316CA"/>
    <w:rsid w:val="0097744B"/>
    <w:rsid w:val="009B4D71"/>
    <w:rsid w:val="009E6862"/>
    <w:rsid w:val="00A16BB5"/>
    <w:rsid w:val="00A23652"/>
    <w:rsid w:val="00A27063"/>
    <w:rsid w:val="00A4489A"/>
    <w:rsid w:val="00A636D7"/>
    <w:rsid w:val="00A82700"/>
    <w:rsid w:val="00A9067E"/>
    <w:rsid w:val="00AE3E06"/>
    <w:rsid w:val="00AF47A6"/>
    <w:rsid w:val="00B55C8A"/>
    <w:rsid w:val="00B75C7A"/>
    <w:rsid w:val="00B86F36"/>
    <w:rsid w:val="00B97878"/>
    <w:rsid w:val="00BA0636"/>
    <w:rsid w:val="00BC07C5"/>
    <w:rsid w:val="00BD0062"/>
    <w:rsid w:val="00C3012A"/>
    <w:rsid w:val="00C30DDC"/>
    <w:rsid w:val="00C323C6"/>
    <w:rsid w:val="00C43CF1"/>
    <w:rsid w:val="00C8318D"/>
    <w:rsid w:val="00C94476"/>
    <w:rsid w:val="00CB5523"/>
    <w:rsid w:val="00CB7D0F"/>
    <w:rsid w:val="00CC79C7"/>
    <w:rsid w:val="00CD08FD"/>
    <w:rsid w:val="00CE0BF1"/>
    <w:rsid w:val="00D049FA"/>
    <w:rsid w:val="00D43890"/>
    <w:rsid w:val="00D51AD3"/>
    <w:rsid w:val="00D64107"/>
    <w:rsid w:val="00D66A41"/>
    <w:rsid w:val="00D75833"/>
    <w:rsid w:val="00D836BD"/>
    <w:rsid w:val="00D93EF6"/>
    <w:rsid w:val="00D97E1D"/>
    <w:rsid w:val="00DB1379"/>
    <w:rsid w:val="00DB4C81"/>
    <w:rsid w:val="00DF1965"/>
    <w:rsid w:val="00E01DE3"/>
    <w:rsid w:val="00E430EA"/>
    <w:rsid w:val="00E67720"/>
    <w:rsid w:val="00E82E36"/>
    <w:rsid w:val="00E84549"/>
    <w:rsid w:val="00ED4CC5"/>
    <w:rsid w:val="00EF5943"/>
    <w:rsid w:val="00F126B0"/>
    <w:rsid w:val="00F172E5"/>
    <w:rsid w:val="00F25C43"/>
    <w:rsid w:val="00F72BD3"/>
    <w:rsid w:val="00F8018C"/>
    <w:rsid w:val="00FB2CB7"/>
    <w:rsid w:val="00FC52FE"/>
    <w:rsid w:val="00FD151E"/>
    <w:rsid w:val="00FD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8563B"/>
  <w15:chartTrackingRefBased/>
  <w15:docId w15:val="{4E6A7000-D80F-4B78-BBB5-945FF13F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2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E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D4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CC5"/>
  </w:style>
  <w:style w:type="paragraph" w:styleId="Footer">
    <w:name w:val="footer"/>
    <w:basedOn w:val="Normal"/>
    <w:link w:val="FooterChar"/>
    <w:uiPriority w:val="99"/>
    <w:unhideWhenUsed/>
    <w:rsid w:val="00ED4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CC5"/>
  </w:style>
  <w:style w:type="paragraph" w:styleId="NormalWeb">
    <w:name w:val="Normal (Web)"/>
    <w:basedOn w:val="Normal"/>
    <w:uiPriority w:val="99"/>
    <w:semiHidden/>
    <w:unhideWhenUsed/>
    <w:rsid w:val="002E63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758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58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58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tvu\Desktop\OPTICAL%20INSTRUMENTATION%20REQU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1D5EF00B5EB364D8D5E44C36E1F6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8730B-3AAC-BE4B-B319-322194251665}"/>
      </w:docPartPr>
      <w:docPartBody>
        <w:p w:rsidR="003808E6" w:rsidRDefault="00CA1DE5" w:rsidP="00CA1DE5">
          <w:pPr>
            <w:pStyle w:val="A1D5EF00B5EB364D8D5E44C36E1F6F51"/>
          </w:pPr>
          <w:r w:rsidRPr="00A27063">
            <w:rPr>
              <w:rStyle w:val="PlaceholderText"/>
              <w:rFonts w:ascii="Times New Roman" w:hAnsi="Times New Roman" w:cs="Times New Roman"/>
              <w:sz w:val="16"/>
              <w:szCs w:val="16"/>
            </w:rPr>
            <w:t>First, Last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D85"/>
    <w:rsid w:val="000E777E"/>
    <w:rsid w:val="001A33AD"/>
    <w:rsid w:val="001D23A9"/>
    <w:rsid w:val="00285C29"/>
    <w:rsid w:val="003808E6"/>
    <w:rsid w:val="00487F80"/>
    <w:rsid w:val="005C4C68"/>
    <w:rsid w:val="006E5F36"/>
    <w:rsid w:val="007D333C"/>
    <w:rsid w:val="00816762"/>
    <w:rsid w:val="00A037A0"/>
    <w:rsid w:val="00A14B26"/>
    <w:rsid w:val="00A56DF0"/>
    <w:rsid w:val="00A72DD7"/>
    <w:rsid w:val="00AB304F"/>
    <w:rsid w:val="00B0118A"/>
    <w:rsid w:val="00B10F65"/>
    <w:rsid w:val="00C82DE4"/>
    <w:rsid w:val="00CA1DE5"/>
    <w:rsid w:val="00D61D85"/>
    <w:rsid w:val="00E01904"/>
    <w:rsid w:val="00E5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0F65"/>
    <w:rPr>
      <w:color w:val="808080"/>
    </w:rPr>
  </w:style>
  <w:style w:type="paragraph" w:customStyle="1" w:styleId="8CF5E7D64BF845D588C733E2B29114EE">
    <w:name w:val="8CF5E7D64BF845D588C733E2B29114EE"/>
  </w:style>
  <w:style w:type="paragraph" w:customStyle="1" w:styleId="56F0C45BC58A41DC8937467CD5F6BF97">
    <w:name w:val="56F0C45BC58A41DC8937467CD5F6BF97"/>
  </w:style>
  <w:style w:type="paragraph" w:customStyle="1" w:styleId="9A05C0C3A1A44B0B874E91D31339C3A5">
    <w:name w:val="9A05C0C3A1A44B0B874E91D31339C3A5"/>
  </w:style>
  <w:style w:type="paragraph" w:customStyle="1" w:styleId="52C25B7A5805416BBFEBD9AB0FBA542B">
    <w:name w:val="52C25B7A5805416BBFEBD9AB0FBA542B"/>
  </w:style>
  <w:style w:type="paragraph" w:customStyle="1" w:styleId="0B08C42214314BCDA78003FD3E7A240B">
    <w:name w:val="0B08C42214314BCDA78003FD3E7A240B"/>
  </w:style>
  <w:style w:type="paragraph" w:customStyle="1" w:styleId="CB136A2C31A549CAA8759A1BEC32729C">
    <w:name w:val="CB136A2C31A549CAA8759A1BEC32729C"/>
  </w:style>
  <w:style w:type="paragraph" w:customStyle="1" w:styleId="CB1B6FBC7B45441BABC373C0D3AFAF92">
    <w:name w:val="CB1B6FBC7B45441BABC373C0D3AFAF92"/>
  </w:style>
  <w:style w:type="paragraph" w:customStyle="1" w:styleId="B01B2CD9475F4A87B461E2DE53A927F2">
    <w:name w:val="B01B2CD9475F4A87B461E2DE53A927F2"/>
  </w:style>
  <w:style w:type="paragraph" w:customStyle="1" w:styleId="32427783A9C74B23B0E9199D6F829E6D">
    <w:name w:val="32427783A9C74B23B0E9199D6F829E6D"/>
  </w:style>
  <w:style w:type="paragraph" w:customStyle="1" w:styleId="CA0D9288E54F4425BE5281BEF4664846">
    <w:name w:val="CA0D9288E54F4425BE5281BEF4664846"/>
  </w:style>
  <w:style w:type="paragraph" w:customStyle="1" w:styleId="7351A4A8C19947988232D6DF22FE6F36">
    <w:name w:val="7351A4A8C19947988232D6DF22FE6F36"/>
  </w:style>
  <w:style w:type="paragraph" w:customStyle="1" w:styleId="DC2BCAD036CE40E1BA1B6D15DD42B626">
    <w:name w:val="DC2BCAD036CE40E1BA1B6D15DD42B626"/>
  </w:style>
  <w:style w:type="paragraph" w:customStyle="1" w:styleId="2CF88B1F7734456DA1F76ECC20F51786">
    <w:name w:val="2CF88B1F7734456DA1F76ECC20F51786"/>
  </w:style>
  <w:style w:type="paragraph" w:customStyle="1" w:styleId="B7B21BEFAF9A47FF91D340527239930F">
    <w:name w:val="B7B21BEFAF9A47FF91D340527239930F"/>
  </w:style>
  <w:style w:type="paragraph" w:customStyle="1" w:styleId="BBF2598529C648C8B421817BB8E14500">
    <w:name w:val="BBF2598529C648C8B421817BB8E14500"/>
  </w:style>
  <w:style w:type="paragraph" w:customStyle="1" w:styleId="78894368434748EF8F769E210CF8A8D4">
    <w:name w:val="78894368434748EF8F769E210CF8A8D4"/>
  </w:style>
  <w:style w:type="paragraph" w:customStyle="1" w:styleId="C135F47383F74623968DE92E485B19F9">
    <w:name w:val="C135F47383F74623968DE92E485B19F9"/>
  </w:style>
  <w:style w:type="paragraph" w:customStyle="1" w:styleId="5609695B665345969E9BF4D5E4BCDE21">
    <w:name w:val="5609695B665345969E9BF4D5E4BCDE21"/>
  </w:style>
  <w:style w:type="paragraph" w:customStyle="1" w:styleId="CAAA9564383E439B92CE3CCD8673B25D">
    <w:name w:val="CAAA9564383E439B92CE3CCD8673B25D"/>
  </w:style>
  <w:style w:type="paragraph" w:customStyle="1" w:styleId="C8ABB1FABD214938AEB46EF5F4963DED">
    <w:name w:val="C8ABB1FABD214938AEB46EF5F4963DED"/>
  </w:style>
  <w:style w:type="paragraph" w:customStyle="1" w:styleId="F724E607F6FF4197B98B8B0E1CDC61DC">
    <w:name w:val="F724E607F6FF4197B98B8B0E1CDC61DC"/>
  </w:style>
  <w:style w:type="paragraph" w:customStyle="1" w:styleId="8C8A56E05CBA4A89BC684367F862751A">
    <w:name w:val="8C8A56E05CBA4A89BC684367F862751A"/>
  </w:style>
  <w:style w:type="paragraph" w:customStyle="1" w:styleId="B29D6B9C73EA4B01B0AC29F8CF1881EB">
    <w:name w:val="B29D6B9C73EA4B01B0AC29F8CF1881EB"/>
  </w:style>
  <w:style w:type="paragraph" w:customStyle="1" w:styleId="385690641F024236BF75E9A475E9B459">
    <w:name w:val="385690641F024236BF75E9A475E9B459"/>
  </w:style>
  <w:style w:type="paragraph" w:customStyle="1" w:styleId="246638892F4F48BEBB1C8BEB12993080">
    <w:name w:val="246638892F4F48BEBB1C8BEB12993080"/>
  </w:style>
  <w:style w:type="paragraph" w:customStyle="1" w:styleId="B0CB9A8A91EA4201BBCEDA32FE7709E0">
    <w:name w:val="B0CB9A8A91EA4201BBCEDA32FE7709E0"/>
  </w:style>
  <w:style w:type="paragraph" w:customStyle="1" w:styleId="A2BDF97B670E4406BF869170BA11E20A">
    <w:name w:val="A2BDF97B670E4406BF869170BA11E20A"/>
  </w:style>
  <w:style w:type="paragraph" w:customStyle="1" w:styleId="7E9E1C72F08D4CEE8319176ED5EF0815">
    <w:name w:val="7E9E1C72F08D4CEE8319176ED5EF0815"/>
  </w:style>
  <w:style w:type="paragraph" w:customStyle="1" w:styleId="CFBB3FD2D0BE4787AA839EE529B39DBE">
    <w:name w:val="CFBB3FD2D0BE4787AA839EE529B39DBE"/>
  </w:style>
  <w:style w:type="paragraph" w:customStyle="1" w:styleId="E1711059DB7445F9AE203827556042AC">
    <w:name w:val="E1711059DB7445F9AE203827556042AC"/>
  </w:style>
  <w:style w:type="paragraph" w:customStyle="1" w:styleId="D262CA5F95A04B63B95D064C11FD1922">
    <w:name w:val="D262CA5F95A04B63B95D064C11FD1922"/>
  </w:style>
  <w:style w:type="paragraph" w:customStyle="1" w:styleId="1B58C771D75B4EBBA6716AD98AB8688A">
    <w:name w:val="1B58C771D75B4EBBA6716AD98AB8688A"/>
  </w:style>
  <w:style w:type="paragraph" w:customStyle="1" w:styleId="83049421961242BB845D2E5AFF925202">
    <w:name w:val="83049421961242BB845D2E5AFF925202"/>
  </w:style>
  <w:style w:type="paragraph" w:customStyle="1" w:styleId="3E4D31A8BF554851953FF71E09015E64">
    <w:name w:val="3E4D31A8BF554851953FF71E09015E64"/>
  </w:style>
  <w:style w:type="paragraph" w:customStyle="1" w:styleId="CC765D72E76D42B5A5B825645EE65793">
    <w:name w:val="CC765D72E76D42B5A5B825645EE65793"/>
  </w:style>
  <w:style w:type="paragraph" w:customStyle="1" w:styleId="8CF5E7D64BF845D588C733E2B29114EE1">
    <w:name w:val="8CF5E7D64BF845D588C733E2B29114EE1"/>
    <w:rsid w:val="00D61D85"/>
    <w:rPr>
      <w:rFonts w:eastAsiaTheme="minorHAnsi"/>
    </w:rPr>
  </w:style>
  <w:style w:type="paragraph" w:customStyle="1" w:styleId="56F0C45BC58A41DC8937467CD5F6BF971">
    <w:name w:val="56F0C45BC58A41DC8937467CD5F6BF971"/>
    <w:rsid w:val="00D61D85"/>
    <w:rPr>
      <w:rFonts w:eastAsiaTheme="minorHAnsi"/>
    </w:rPr>
  </w:style>
  <w:style w:type="paragraph" w:customStyle="1" w:styleId="9A05C0C3A1A44B0B874E91D31339C3A51">
    <w:name w:val="9A05C0C3A1A44B0B874E91D31339C3A51"/>
    <w:rsid w:val="00D61D85"/>
    <w:rPr>
      <w:rFonts w:eastAsiaTheme="minorHAnsi"/>
    </w:rPr>
  </w:style>
  <w:style w:type="paragraph" w:customStyle="1" w:styleId="52C25B7A5805416BBFEBD9AB0FBA542B1">
    <w:name w:val="52C25B7A5805416BBFEBD9AB0FBA542B1"/>
    <w:rsid w:val="00D61D85"/>
    <w:rPr>
      <w:rFonts w:eastAsiaTheme="minorHAnsi"/>
    </w:rPr>
  </w:style>
  <w:style w:type="paragraph" w:customStyle="1" w:styleId="CB136A2C31A549CAA8759A1BEC32729C1">
    <w:name w:val="CB136A2C31A549CAA8759A1BEC32729C1"/>
    <w:rsid w:val="00D61D85"/>
    <w:rPr>
      <w:rFonts w:eastAsiaTheme="minorHAnsi"/>
    </w:rPr>
  </w:style>
  <w:style w:type="paragraph" w:customStyle="1" w:styleId="B01B2CD9475F4A87B461E2DE53A927F21">
    <w:name w:val="B01B2CD9475F4A87B461E2DE53A927F21"/>
    <w:rsid w:val="00D61D85"/>
    <w:rPr>
      <w:rFonts w:eastAsiaTheme="minorHAnsi"/>
    </w:rPr>
  </w:style>
  <w:style w:type="paragraph" w:customStyle="1" w:styleId="CA0D9288E54F4425BE5281BEF46648461">
    <w:name w:val="CA0D9288E54F4425BE5281BEF46648461"/>
    <w:rsid w:val="00D61D85"/>
    <w:rPr>
      <w:rFonts w:eastAsiaTheme="minorHAnsi"/>
    </w:rPr>
  </w:style>
  <w:style w:type="paragraph" w:customStyle="1" w:styleId="7351A4A8C19947988232D6DF22FE6F361">
    <w:name w:val="7351A4A8C19947988232D6DF22FE6F361"/>
    <w:rsid w:val="00D61D85"/>
    <w:rPr>
      <w:rFonts w:eastAsiaTheme="minorHAnsi"/>
    </w:rPr>
  </w:style>
  <w:style w:type="paragraph" w:customStyle="1" w:styleId="2CF88B1F7734456DA1F76ECC20F517861">
    <w:name w:val="2CF88B1F7734456DA1F76ECC20F517861"/>
    <w:rsid w:val="00D61D85"/>
    <w:rPr>
      <w:rFonts w:eastAsiaTheme="minorHAnsi"/>
    </w:rPr>
  </w:style>
  <w:style w:type="paragraph" w:customStyle="1" w:styleId="B7B21BEFAF9A47FF91D340527239930F1">
    <w:name w:val="B7B21BEFAF9A47FF91D340527239930F1"/>
    <w:rsid w:val="00D61D85"/>
    <w:rPr>
      <w:rFonts w:eastAsiaTheme="minorHAnsi"/>
    </w:rPr>
  </w:style>
  <w:style w:type="paragraph" w:customStyle="1" w:styleId="BBF2598529C648C8B421817BB8E145001">
    <w:name w:val="BBF2598529C648C8B421817BB8E145001"/>
    <w:rsid w:val="00D61D85"/>
    <w:rPr>
      <w:rFonts w:eastAsiaTheme="minorHAnsi"/>
    </w:rPr>
  </w:style>
  <w:style w:type="paragraph" w:customStyle="1" w:styleId="78894368434748EF8F769E210CF8A8D41">
    <w:name w:val="78894368434748EF8F769E210CF8A8D41"/>
    <w:rsid w:val="00D61D85"/>
    <w:rPr>
      <w:rFonts w:eastAsiaTheme="minorHAnsi"/>
    </w:rPr>
  </w:style>
  <w:style w:type="paragraph" w:customStyle="1" w:styleId="C135F47383F74623968DE92E485B19F91">
    <w:name w:val="C135F47383F74623968DE92E485B19F91"/>
    <w:rsid w:val="00D61D85"/>
    <w:rPr>
      <w:rFonts w:eastAsiaTheme="minorHAnsi"/>
    </w:rPr>
  </w:style>
  <w:style w:type="paragraph" w:customStyle="1" w:styleId="5609695B665345969E9BF4D5E4BCDE211">
    <w:name w:val="5609695B665345969E9BF4D5E4BCDE211"/>
    <w:rsid w:val="00D61D85"/>
    <w:rPr>
      <w:rFonts w:eastAsiaTheme="minorHAnsi"/>
    </w:rPr>
  </w:style>
  <w:style w:type="paragraph" w:customStyle="1" w:styleId="CAAA9564383E439B92CE3CCD8673B25D1">
    <w:name w:val="CAAA9564383E439B92CE3CCD8673B25D1"/>
    <w:rsid w:val="00D61D85"/>
    <w:rPr>
      <w:rFonts w:eastAsiaTheme="minorHAnsi"/>
    </w:rPr>
  </w:style>
  <w:style w:type="paragraph" w:customStyle="1" w:styleId="C8ABB1FABD214938AEB46EF5F4963DED1">
    <w:name w:val="C8ABB1FABD214938AEB46EF5F4963DED1"/>
    <w:rsid w:val="00D61D85"/>
    <w:rPr>
      <w:rFonts w:eastAsiaTheme="minorHAnsi"/>
    </w:rPr>
  </w:style>
  <w:style w:type="paragraph" w:customStyle="1" w:styleId="F724E607F6FF4197B98B8B0E1CDC61DC1">
    <w:name w:val="F724E607F6FF4197B98B8B0E1CDC61DC1"/>
    <w:rsid w:val="00D61D85"/>
    <w:rPr>
      <w:rFonts w:eastAsiaTheme="minorHAnsi"/>
    </w:rPr>
  </w:style>
  <w:style w:type="paragraph" w:customStyle="1" w:styleId="8C8A56E05CBA4A89BC684367F862751A1">
    <w:name w:val="8C8A56E05CBA4A89BC684367F862751A1"/>
    <w:rsid w:val="00D61D85"/>
    <w:rPr>
      <w:rFonts w:eastAsiaTheme="minorHAnsi"/>
    </w:rPr>
  </w:style>
  <w:style w:type="paragraph" w:customStyle="1" w:styleId="B29D6B9C73EA4B01B0AC29F8CF1881EB1">
    <w:name w:val="B29D6B9C73EA4B01B0AC29F8CF1881EB1"/>
    <w:rsid w:val="00D61D85"/>
    <w:rPr>
      <w:rFonts w:eastAsiaTheme="minorHAnsi"/>
    </w:rPr>
  </w:style>
  <w:style w:type="paragraph" w:customStyle="1" w:styleId="385690641F024236BF75E9A475E9B4591">
    <w:name w:val="385690641F024236BF75E9A475E9B4591"/>
    <w:rsid w:val="00D61D85"/>
    <w:rPr>
      <w:rFonts w:eastAsiaTheme="minorHAnsi"/>
    </w:rPr>
  </w:style>
  <w:style w:type="paragraph" w:customStyle="1" w:styleId="246638892F4F48BEBB1C8BEB129930801">
    <w:name w:val="246638892F4F48BEBB1C8BEB129930801"/>
    <w:rsid w:val="00D61D85"/>
    <w:rPr>
      <w:rFonts w:eastAsiaTheme="minorHAnsi"/>
    </w:rPr>
  </w:style>
  <w:style w:type="paragraph" w:customStyle="1" w:styleId="A2BDF97B670E4406BF869170BA11E20A1">
    <w:name w:val="A2BDF97B670E4406BF869170BA11E20A1"/>
    <w:rsid w:val="00D61D85"/>
    <w:rPr>
      <w:rFonts w:eastAsiaTheme="minorHAnsi"/>
    </w:rPr>
  </w:style>
  <w:style w:type="paragraph" w:customStyle="1" w:styleId="7E9E1C72F08D4CEE8319176ED5EF08151">
    <w:name w:val="7E9E1C72F08D4CEE8319176ED5EF08151"/>
    <w:rsid w:val="00D61D85"/>
    <w:rPr>
      <w:rFonts w:eastAsiaTheme="minorHAnsi"/>
    </w:rPr>
  </w:style>
  <w:style w:type="paragraph" w:customStyle="1" w:styleId="CFBB3FD2D0BE4787AA839EE529B39DBE1">
    <w:name w:val="CFBB3FD2D0BE4787AA839EE529B39DBE1"/>
    <w:rsid w:val="00D61D85"/>
    <w:rPr>
      <w:rFonts w:eastAsiaTheme="minorHAnsi"/>
    </w:rPr>
  </w:style>
  <w:style w:type="paragraph" w:customStyle="1" w:styleId="E1711059DB7445F9AE203827556042AC1">
    <w:name w:val="E1711059DB7445F9AE203827556042AC1"/>
    <w:rsid w:val="00D61D85"/>
    <w:rPr>
      <w:rFonts w:eastAsiaTheme="minorHAnsi"/>
    </w:rPr>
  </w:style>
  <w:style w:type="paragraph" w:customStyle="1" w:styleId="D262CA5F95A04B63B95D064C11FD19221">
    <w:name w:val="D262CA5F95A04B63B95D064C11FD19221"/>
    <w:rsid w:val="00D61D85"/>
    <w:rPr>
      <w:rFonts w:eastAsiaTheme="minorHAnsi"/>
    </w:rPr>
  </w:style>
  <w:style w:type="paragraph" w:customStyle="1" w:styleId="1B58C771D75B4EBBA6716AD98AB8688A1">
    <w:name w:val="1B58C771D75B4EBBA6716AD98AB8688A1"/>
    <w:rsid w:val="00D61D85"/>
    <w:rPr>
      <w:rFonts w:eastAsiaTheme="minorHAnsi"/>
    </w:rPr>
  </w:style>
  <w:style w:type="paragraph" w:customStyle="1" w:styleId="83049421961242BB845D2E5AFF9252021">
    <w:name w:val="83049421961242BB845D2E5AFF9252021"/>
    <w:rsid w:val="00D61D85"/>
    <w:rPr>
      <w:rFonts w:eastAsiaTheme="minorHAnsi"/>
    </w:rPr>
  </w:style>
  <w:style w:type="paragraph" w:customStyle="1" w:styleId="CC765D72E76D42B5A5B825645EE657931">
    <w:name w:val="CC765D72E76D42B5A5B825645EE657931"/>
    <w:rsid w:val="00D61D85"/>
    <w:rPr>
      <w:rFonts w:eastAsiaTheme="minorHAnsi"/>
    </w:rPr>
  </w:style>
  <w:style w:type="paragraph" w:customStyle="1" w:styleId="3D3AF3D06AF14BFC8D9CE0975BC7EB12">
    <w:name w:val="3D3AF3D06AF14BFC8D9CE0975BC7EB12"/>
    <w:rsid w:val="00D61D85"/>
  </w:style>
  <w:style w:type="paragraph" w:customStyle="1" w:styleId="F372B949AA204030AA449D59C52851B7">
    <w:name w:val="F372B949AA204030AA449D59C52851B7"/>
    <w:rsid w:val="00D61D85"/>
  </w:style>
  <w:style w:type="paragraph" w:customStyle="1" w:styleId="2CF88B1F7734456DA1F76ECC20F517862">
    <w:name w:val="2CF88B1F7734456DA1F76ECC20F517862"/>
    <w:rsid w:val="00D61D85"/>
    <w:rPr>
      <w:rFonts w:eastAsiaTheme="minorHAnsi"/>
    </w:rPr>
  </w:style>
  <w:style w:type="paragraph" w:customStyle="1" w:styleId="B7B21BEFAF9A47FF91D340527239930F2">
    <w:name w:val="B7B21BEFAF9A47FF91D340527239930F2"/>
    <w:rsid w:val="00D61D85"/>
    <w:rPr>
      <w:rFonts w:eastAsiaTheme="minorHAnsi"/>
    </w:rPr>
  </w:style>
  <w:style w:type="paragraph" w:customStyle="1" w:styleId="BBF2598529C648C8B421817BB8E145002">
    <w:name w:val="BBF2598529C648C8B421817BB8E145002"/>
    <w:rsid w:val="00D61D85"/>
    <w:rPr>
      <w:rFonts w:eastAsiaTheme="minorHAnsi"/>
    </w:rPr>
  </w:style>
  <w:style w:type="paragraph" w:customStyle="1" w:styleId="8C8A56E05CBA4A89BC684367F862751A2">
    <w:name w:val="8C8A56E05CBA4A89BC684367F862751A2"/>
    <w:rsid w:val="00D61D85"/>
    <w:rPr>
      <w:rFonts w:eastAsiaTheme="minorHAnsi"/>
    </w:rPr>
  </w:style>
  <w:style w:type="paragraph" w:customStyle="1" w:styleId="B29D6B9C73EA4B01B0AC29F8CF1881EB2">
    <w:name w:val="B29D6B9C73EA4B01B0AC29F8CF1881EB2"/>
    <w:rsid w:val="00D61D85"/>
    <w:rPr>
      <w:rFonts w:eastAsiaTheme="minorHAnsi"/>
    </w:rPr>
  </w:style>
  <w:style w:type="paragraph" w:customStyle="1" w:styleId="385690641F024236BF75E9A475E9B4592">
    <w:name w:val="385690641F024236BF75E9A475E9B4592"/>
    <w:rsid w:val="00D61D85"/>
    <w:rPr>
      <w:rFonts w:eastAsiaTheme="minorHAnsi"/>
    </w:rPr>
  </w:style>
  <w:style w:type="paragraph" w:customStyle="1" w:styleId="246638892F4F48BEBB1C8BEB129930802">
    <w:name w:val="246638892F4F48BEBB1C8BEB129930802"/>
    <w:rsid w:val="00D61D85"/>
    <w:rPr>
      <w:rFonts w:eastAsiaTheme="minorHAnsi"/>
    </w:rPr>
  </w:style>
  <w:style w:type="paragraph" w:customStyle="1" w:styleId="83049421961242BB845D2E5AFF9252022">
    <w:name w:val="83049421961242BB845D2E5AFF9252022"/>
    <w:rsid w:val="00D61D85"/>
    <w:rPr>
      <w:rFonts w:eastAsiaTheme="minorHAnsi"/>
    </w:rPr>
  </w:style>
  <w:style w:type="paragraph" w:customStyle="1" w:styleId="F372B949AA204030AA449D59C52851B71">
    <w:name w:val="F372B949AA204030AA449D59C52851B71"/>
    <w:rsid w:val="00D61D85"/>
    <w:rPr>
      <w:rFonts w:eastAsiaTheme="minorHAnsi"/>
    </w:rPr>
  </w:style>
  <w:style w:type="paragraph" w:customStyle="1" w:styleId="CC765D72E76D42B5A5B825645EE657932">
    <w:name w:val="CC765D72E76D42B5A5B825645EE657932"/>
    <w:rsid w:val="00D61D85"/>
    <w:rPr>
      <w:rFonts w:eastAsiaTheme="minorHAnsi"/>
    </w:rPr>
  </w:style>
  <w:style w:type="paragraph" w:customStyle="1" w:styleId="2CF88B1F7734456DA1F76ECC20F517863">
    <w:name w:val="2CF88B1F7734456DA1F76ECC20F517863"/>
    <w:rsid w:val="00D61D85"/>
    <w:rPr>
      <w:rFonts w:eastAsiaTheme="minorHAnsi"/>
    </w:rPr>
  </w:style>
  <w:style w:type="paragraph" w:customStyle="1" w:styleId="B7B21BEFAF9A47FF91D340527239930F3">
    <w:name w:val="B7B21BEFAF9A47FF91D340527239930F3"/>
    <w:rsid w:val="00D61D85"/>
    <w:rPr>
      <w:rFonts w:eastAsiaTheme="minorHAnsi"/>
    </w:rPr>
  </w:style>
  <w:style w:type="paragraph" w:customStyle="1" w:styleId="BBF2598529C648C8B421817BB8E145003">
    <w:name w:val="BBF2598529C648C8B421817BB8E145003"/>
    <w:rsid w:val="00D61D85"/>
    <w:rPr>
      <w:rFonts w:eastAsiaTheme="minorHAnsi"/>
    </w:rPr>
  </w:style>
  <w:style w:type="paragraph" w:customStyle="1" w:styleId="8C8A56E05CBA4A89BC684367F862751A3">
    <w:name w:val="8C8A56E05CBA4A89BC684367F862751A3"/>
    <w:rsid w:val="00D61D85"/>
    <w:rPr>
      <w:rFonts w:eastAsiaTheme="minorHAnsi"/>
    </w:rPr>
  </w:style>
  <w:style w:type="paragraph" w:customStyle="1" w:styleId="B29D6B9C73EA4B01B0AC29F8CF1881EB3">
    <w:name w:val="B29D6B9C73EA4B01B0AC29F8CF1881EB3"/>
    <w:rsid w:val="00D61D85"/>
    <w:rPr>
      <w:rFonts w:eastAsiaTheme="minorHAnsi"/>
    </w:rPr>
  </w:style>
  <w:style w:type="paragraph" w:customStyle="1" w:styleId="385690641F024236BF75E9A475E9B4593">
    <w:name w:val="385690641F024236BF75E9A475E9B4593"/>
    <w:rsid w:val="00D61D85"/>
    <w:rPr>
      <w:rFonts w:eastAsiaTheme="minorHAnsi"/>
    </w:rPr>
  </w:style>
  <w:style w:type="paragraph" w:customStyle="1" w:styleId="246638892F4F48BEBB1C8BEB129930803">
    <w:name w:val="246638892F4F48BEBB1C8BEB129930803"/>
    <w:rsid w:val="00D61D85"/>
    <w:rPr>
      <w:rFonts w:eastAsiaTheme="minorHAnsi"/>
    </w:rPr>
  </w:style>
  <w:style w:type="paragraph" w:customStyle="1" w:styleId="3D3AF3D06AF14BFC8D9CE0975BC7EB121">
    <w:name w:val="3D3AF3D06AF14BFC8D9CE0975BC7EB121"/>
    <w:rsid w:val="00D61D85"/>
    <w:rPr>
      <w:rFonts w:eastAsiaTheme="minorHAnsi"/>
    </w:rPr>
  </w:style>
  <w:style w:type="paragraph" w:customStyle="1" w:styleId="F372B949AA204030AA449D59C52851B72">
    <w:name w:val="F372B949AA204030AA449D59C52851B72"/>
    <w:rsid w:val="00D61D85"/>
    <w:rPr>
      <w:rFonts w:eastAsiaTheme="minorHAnsi"/>
    </w:rPr>
  </w:style>
  <w:style w:type="paragraph" w:customStyle="1" w:styleId="19458FC592B08342BBBB397A7B762B56">
    <w:name w:val="19458FC592B08342BBBB397A7B762B56"/>
    <w:rsid w:val="00487F80"/>
    <w:pPr>
      <w:spacing w:after="0" w:line="240" w:lineRule="auto"/>
    </w:pPr>
    <w:rPr>
      <w:sz w:val="24"/>
      <w:szCs w:val="24"/>
    </w:rPr>
  </w:style>
  <w:style w:type="paragraph" w:customStyle="1" w:styleId="A5D9FCA1A5395A438623796483264FE7">
    <w:name w:val="A5D9FCA1A5395A438623796483264FE7"/>
    <w:rsid w:val="00487F80"/>
    <w:pPr>
      <w:spacing w:after="0" w:line="240" w:lineRule="auto"/>
    </w:pPr>
    <w:rPr>
      <w:sz w:val="24"/>
      <w:szCs w:val="24"/>
    </w:rPr>
  </w:style>
  <w:style w:type="paragraph" w:customStyle="1" w:styleId="E60251C9693A8E4C90450AFC198F6E61">
    <w:name w:val="E60251C9693A8E4C90450AFC198F6E61"/>
    <w:rsid w:val="00487F80"/>
    <w:pPr>
      <w:spacing w:after="0" w:line="240" w:lineRule="auto"/>
    </w:pPr>
    <w:rPr>
      <w:sz w:val="24"/>
      <w:szCs w:val="24"/>
    </w:rPr>
  </w:style>
  <w:style w:type="paragraph" w:customStyle="1" w:styleId="F47255464FD8284D81A993178DD8B56D">
    <w:name w:val="F47255464FD8284D81A993178DD8B56D"/>
    <w:rsid w:val="00487F80"/>
    <w:pPr>
      <w:spacing w:after="0" w:line="240" w:lineRule="auto"/>
    </w:pPr>
    <w:rPr>
      <w:sz w:val="24"/>
      <w:szCs w:val="24"/>
    </w:rPr>
  </w:style>
  <w:style w:type="paragraph" w:customStyle="1" w:styleId="43968E6E0B33954DAB0143FB9A3391E6">
    <w:name w:val="43968E6E0B33954DAB0143FB9A3391E6"/>
    <w:rsid w:val="00487F80"/>
    <w:pPr>
      <w:spacing w:after="0" w:line="240" w:lineRule="auto"/>
    </w:pPr>
    <w:rPr>
      <w:sz w:val="24"/>
      <w:szCs w:val="24"/>
    </w:rPr>
  </w:style>
  <w:style w:type="paragraph" w:customStyle="1" w:styleId="B3FB0CDC94CB594CBC35CA69DA26FC67">
    <w:name w:val="B3FB0CDC94CB594CBC35CA69DA26FC67"/>
    <w:rsid w:val="00487F80"/>
    <w:pPr>
      <w:spacing w:after="0" w:line="240" w:lineRule="auto"/>
    </w:pPr>
    <w:rPr>
      <w:sz w:val="24"/>
      <w:szCs w:val="24"/>
    </w:rPr>
  </w:style>
  <w:style w:type="paragraph" w:customStyle="1" w:styleId="8092BE83BBD4B045A30B0EFF784A566F">
    <w:name w:val="8092BE83BBD4B045A30B0EFF784A566F"/>
    <w:rsid w:val="00487F80"/>
    <w:pPr>
      <w:spacing w:after="0" w:line="240" w:lineRule="auto"/>
    </w:pPr>
    <w:rPr>
      <w:sz w:val="24"/>
      <w:szCs w:val="24"/>
    </w:rPr>
  </w:style>
  <w:style w:type="paragraph" w:customStyle="1" w:styleId="2383556B72903744BE38A71565A80E52">
    <w:name w:val="2383556B72903744BE38A71565A80E52"/>
    <w:rsid w:val="00487F80"/>
    <w:pPr>
      <w:spacing w:after="0" w:line="240" w:lineRule="auto"/>
    </w:pPr>
    <w:rPr>
      <w:sz w:val="24"/>
      <w:szCs w:val="24"/>
    </w:rPr>
  </w:style>
  <w:style w:type="paragraph" w:customStyle="1" w:styleId="792485826759A94D97BFCB01DBC81FFE">
    <w:name w:val="792485826759A94D97BFCB01DBC81FFE"/>
    <w:rsid w:val="00487F80"/>
    <w:pPr>
      <w:spacing w:after="0" w:line="240" w:lineRule="auto"/>
    </w:pPr>
    <w:rPr>
      <w:sz w:val="24"/>
      <w:szCs w:val="24"/>
    </w:rPr>
  </w:style>
  <w:style w:type="paragraph" w:customStyle="1" w:styleId="28547B511F4AE94498690607A4B2D23B">
    <w:name w:val="28547B511F4AE94498690607A4B2D23B"/>
    <w:rsid w:val="00487F80"/>
    <w:pPr>
      <w:spacing w:after="0" w:line="240" w:lineRule="auto"/>
    </w:pPr>
    <w:rPr>
      <w:sz w:val="24"/>
      <w:szCs w:val="24"/>
    </w:rPr>
  </w:style>
  <w:style w:type="paragraph" w:customStyle="1" w:styleId="620ED9B079AA254A8B715D0AE1681ED5">
    <w:name w:val="620ED9B079AA254A8B715D0AE1681ED5"/>
    <w:rsid w:val="00487F80"/>
    <w:pPr>
      <w:spacing w:after="0" w:line="240" w:lineRule="auto"/>
    </w:pPr>
    <w:rPr>
      <w:sz w:val="24"/>
      <w:szCs w:val="24"/>
    </w:rPr>
  </w:style>
  <w:style w:type="paragraph" w:customStyle="1" w:styleId="9D06C4889AE0234FA1A8FB549A396683">
    <w:name w:val="9D06C4889AE0234FA1A8FB549A396683"/>
    <w:rsid w:val="00487F80"/>
    <w:pPr>
      <w:spacing w:after="0" w:line="240" w:lineRule="auto"/>
    </w:pPr>
    <w:rPr>
      <w:sz w:val="24"/>
      <w:szCs w:val="24"/>
    </w:rPr>
  </w:style>
  <w:style w:type="paragraph" w:customStyle="1" w:styleId="CEDD852E2E7BDF479A4191737FC12773">
    <w:name w:val="CEDD852E2E7BDF479A4191737FC12773"/>
    <w:rsid w:val="00487F80"/>
    <w:pPr>
      <w:spacing w:after="0" w:line="240" w:lineRule="auto"/>
    </w:pPr>
    <w:rPr>
      <w:sz w:val="24"/>
      <w:szCs w:val="24"/>
    </w:rPr>
  </w:style>
  <w:style w:type="paragraph" w:customStyle="1" w:styleId="AF21616C954B63428B88C41CABEA2FDA">
    <w:name w:val="AF21616C954B63428B88C41CABEA2FDA"/>
    <w:rsid w:val="00487F80"/>
    <w:pPr>
      <w:spacing w:after="0" w:line="240" w:lineRule="auto"/>
    </w:pPr>
    <w:rPr>
      <w:sz w:val="24"/>
      <w:szCs w:val="24"/>
    </w:rPr>
  </w:style>
  <w:style w:type="paragraph" w:customStyle="1" w:styleId="A9EF478D34041D42975DE76CC6ED1D6E">
    <w:name w:val="A9EF478D34041D42975DE76CC6ED1D6E"/>
    <w:rsid w:val="00487F80"/>
    <w:pPr>
      <w:spacing w:after="0" w:line="240" w:lineRule="auto"/>
    </w:pPr>
    <w:rPr>
      <w:sz w:val="24"/>
      <w:szCs w:val="24"/>
    </w:rPr>
  </w:style>
  <w:style w:type="paragraph" w:customStyle="1" w:styleId="31ED78DE7D85F44A92EA60DC13415488">
    <w:name w:val="31ED78DE7D85F44A92EA60DC13415488"/>
    <w:rsid w:val="00487F80"/>
    <w:pPr>
      <w:spacing w:after="0" w:line="240" w:lineRule="auto"/>
    </w:pPr>
    <w:rPr>
      <w:sz w:val="24"/>
      <w:szCs w:val="24"/>
    </w:rPr>
  </w:style>
  <w:style w:type="paragraph" w:customStyle="1" w:styleId="A3CB7E756460A04E90ACE1601C9DEB24">
    <w:name w:val="A3CB7E756460A04E90ACE1601C9DEB24"/>
    <w:rsid w:val="00487F80"/>
    <w:pPr>
      <w:spacing w:after="0" w:line="240" w:lineRule="auto"/>
    </w:pPr>
    <w:rPr>
      <w:sz w:val="24"/>
      <w:szCs w:val="24"/>
    </w:rPr>
  </w:style>
  <w:style w:type="paragraph" w:customStyle="1" w:styleId="4F7AB4D0C13B8F4884C44E212C0508CD">
    <w:name w:val="4F7AB4D0C13B8F4884C44E212C0508CD"/>
    <w:rsid w:val="00487F80"/>
    <w:pPr>
      <w:spacing w:after="0" w:line="240" w:lineRule="auto"/>
    </w:pPr>
    <w:rPr>
      <w:sz w:val="24"/>
      <w:szCs w:val="24"/>
    </w:rPr>
  </w:style>
  <w:style w:type="paragraph" w:customStyle="1" w:styleId="06A813E829B98B4BA510F60839ADE9DA">
    <w:name w:val="06A813E829B98B4BA510F60839ADE9DA"/>
    <w:rsid w:val="00487F80"/>
    <w:pPr>
      <w:spacing w:after="0" w:line="240" w:lineRule="auto"/>
    </w:pPr>
    <w:rPr>
      <w:sz w:val="24"/>
      <w:szCs w:val="24"/>
    </w:rPr>
  </w:style>
  <w:style w:type="paragraph" w:customStyle="1" w:styleId="3924B36B070E1440B369E083F27084B9">
    <w:name w:val="3924B36B070E1440B369E083F27084B9"/>
    <w:rsid w:val="00487F80"/>
    <w:pPr>
      <w:spacing w:after="0" w:line="240" w:lineRule="auto"/>
    </w:pPr>
    <w:rPr>
      <w:sz w:val="24"/>
      <w:szCs w:val="24"/>
    </w:rPr>
  </w:style>
  <w:style w:type="paragraph" w:customStyle="1" w:styleId="072409E40BEDBA4198A8BD301BCD45F6">
    <w:name w:val="072409E40BEDBA4198A8BD301BCD45F6"/>
    <w:rsid w:val="00487F80"/>
    <w:pPr>
      <w:spacing w:after="0" w:line="240" w:lineRule="auto"/>
    </w:pPr>
    <w:rPr>
      <w:sz w:val="24"/>
      <w:szCs w:val="24"/>
    </w:rPr>
  </w:style>
  <w:style w:type="paragraph" w:customStyle="1" w:styleId="4A08B72AE5070B45B340C13A02387A36">
    <w:name w:val="4A08B72AE5070B45B340C13A02387A36"/>
    <w:rsid w:val="00487F80"/>
    <w:pPr>
      <w:spacing w:after="0" w:line="240" w:lineRule="auto"/>
    </w:pPr>
    <w:rPr>
      <w:sz w:val="24"/>
      <w:szCs w:val="24"/>
    </w:rPr>
  </w:style>
  <w:style w:type="paragraph" w:customStyle="1" w:styleId="4F67DDAD6D397A4B84F2D20A23FBA1EF">
    <w:name w:val="4F67DDAD6D397A4B84F2D20A23FBA1EF"/>
    <w:rsid w:val="00487F80"/>
    <w:pPr>
      <w:spacing w:after="0" w:line="240" w:lineRule="auto"/>
    </w:pPr>
    <w:rPr>
      <w:sz w:val="24"/>
      <w:szCs w:val="24"/>
    </w:rPr>
  </w:style>
  <w:style w:type="paragraph" w:customStyle="1" w:styleId="96162709B78C544890DC75069A3D3BA2">
    <w:name w:val="96162709B78C544890DC75069A3D3BA2"/>
    <w:rsid w:val="00487F80"/>
    <w:pPr>
      <w:spacing w:after="0" w:line="240" w:lineRule="auto"/>
    </w:pPr>
    <w:rPr>
      <w:sz w:val="24"/>
      <w:szCs w:val="24"/>
    </w:rPr>
  </w:style>
  <w:style w:type="paragraph" w:customStyle="1" w:styleId="3531DB4138F418498D07A6A9899F96D2">
    <w:name w:val="3531DB4138F418498D07A6A9899F96D2"/>
    <w:rsid w:val="00487F80"/>
    <w:pPr>
      <w:spacing w:after="0" w:line="240" w:lineRule="auto"/>
    </w:pPr>
    <w:rPr>
      <w:sz w:val="24"/>
      <w:szCs w:val="24"/>
    </w:rPr>
  </w:style>
  <w:style w:type="paragraph" w:customStyle="1" w:styleId="D447D5094E427D4EBF1E8698A5A9C9BC">
    <w:name w:val="D447D5094E427D4EBF1E8698A5A9C9BC"/>
    <w:rsid w:val="00487F80"/>
    <w:pPr>
      <w:spacing w:after="0" w:line="240" w:lineRule="auto"/>
    </w:pPr>
    <w:rPr>
      <w:sz w:val="24"/>
      <w:szCs w:val="24"/>
    </w:rPr>
  </w:style>
  <w:style w:type="paragraph" w:customStyle="1" w:styleId="7A147CD180829441B1A779A43B38468D">
    <w:name w:val="7A147CD180829441B1A779A43B38468D"/>
    <w:rsid w:val="00487F80"/>
    <w:pPr>
      <w:spacing w:after="0" w:line="240" w:lineRule="auto"/>
    </w:pPr>
    <w:rPr>
      <w:sz w:val="24"/>
      <w:szCs w:val="24"/>
    </w:rPr>
  </w:style>
  <w:style w:type="paragraph" w:customStyle="1" w:styleId="98C77B6B06350C479EC4389D9438E3CB">
    <w:name w:val="98C77B6B06350C479EC4389D9438E3CB"/>
    <w:rsid w:val="00487F80"/>
    <w:pPr>
      <w:spacing w:after="0" w:line="240" w:lineRule="auto"/>
    </w:pPr>
    <w:rPr>
      <w:sz w:val="24"/>
      <w:szCs w:val="24"/>
    </w:rPr>
  </w:style>
  <w:style w:type="paragraph" w:customStyle="1" w:styleId="31F323F9DCA3984DB0C5B3BC58125F8C">
    <w:name w:val="31F323F9DCA3984DB0C5B3BC58125F8C"/>
    <w:rsid w:val="00487F80"/>
    <w:pPr>
      <w:spacing w:after="0" w:line="240" w:lineRule="auto"/>
    </w:pPr>
    <w:rPr>
      <w:sz w:val="24"/>
      <w:szCs w:val="24"/>
    </w:rPr>
  </w:style>
  <w:style w:type="paragraph" w:customStyle="1" w:styleId="12021FA31D541A46A1CC9F572BD4D785">
    <w:name w:val="12021FA31D541A46A1CC9F572BD4D785"/>
    <w:rsid w:val="00487F80"/>
    <w:pPr>
      <w:spacing w:after="0" w:line="240" w:lineRule="auto"/>
    </w:pPr>
    <w:rPr>
      <w:sz w:val="24"/>
      <w:szCs w:val="24"/>
    </w:rPr>
  </w:style>
  <w:style w:type="paragraph" w:customStyle="1" w:styleId="76A15EDBB6A1884C906C543A1011D9E1">
    <w:name w:val="76A15EDBB6A1884C906C543A1011D9E1"/>
    <w:rsid w:val="00487F80"/>
    <w:pPr>
      <w:spacing w:after="0" w:line="240" w:lineRule="auto"/>
    </w:pPr>
    <w:rPr>
      <w:sz w:val="24"/>
      <w:szCs w:val="24"/>
    </w:rPr>
  </w:style>
  <w:style w:type="paragraph" w:customStyle="1" w:styleId="81AEBF007AC75641BB36B1C491A50167">
    <w:name w:val="81AEBF007AC75641BB36B1C491A50167"/>
    <w:rsid w:val="00487F80"/>
    <w:pPr>
      <w:spacing w:after="0" w:line="240" w:lineRule="auto"/>
    </w:pPr>
    <w:rPr>
      <w:sz w:val="24"/>
      <w:szCs w:val="24"/>
    </w:rPr>
  </w:style>
  <w:style w:type="paragraph" w:customStyle="1" w:styleId="80291BC4ABDE554D8C286E9DBB4A8452">
    <w:name w:val="80291BC4ABDE554D8C286E9DBB4A8452"/>
    <w:rsid w:val="00487F80"/>
    <w:pPr>
      <w:spacing w:after="0" w:line="240" w:lineRule="auto"/>
    </w:pPr>
    <w:rPr>
      <w:sz w:val="24"/>
      <w:szCs w:val="24"/>
    </w:rPr>
  </w:style>
  <w:style w:type="paragraph" w:customStyle="1" w:styleId="104B5CE47E2B2044A24FA58C7D28B1A9">
    <w:name w:val="104B5CE47E2B2044A24FA58C7D28B1A9"/>
    <w:rsid w:val="00487F80"/>
    <w:pPr>
      <w:spacing w:after="0" w:line="240" w:lineRule="auto"/>
    </w:pPr>
    <w:rPr>
      <w:sz w:val="24"/>
      <w:szCs w:val="24"/>
    </w:rPr>
  </w:style>
  <w:style w:type="paragraph" w:customStyle="1" w:styleId="EE13D8CDDF5B1945B60AE0A2C565997B">
    <w:name w:val="EE13D8CDDF5B1945B60AE0A2C565997B"/>
    <w:rsid w:val="00487F80"/>
    <w:pPr>
      <w:spacing w:after="0" w:line="240" w:lineRule="auto"/>
    </w:pPr>
    <w:rPr>
      <w:sz w:val="24"/>
      <w:szCs w:val="24"/>
    </w:rPr>
  </w:style>
  <w:style w:type="paragraph" w:customStyle="1" w:styleId="7DA7BB6B0665944D95AFC040B900B81C">
    <w:name w:val="7DA7BB6B0665944D95AFC040B900B81C"/>
    <w:rsid w:val="00487F80"/>
    <w:pPr>
      <w:spacing w:after="0" w:line="240" w:lineRule="auto"/>
    </w:pPr>
    <w:rPr>
      <w:sz w:val="24"/>
      <w:szCs w:val="24"/>
    </w:rPr>
  </w:style>
  <w:style w:type="paragraph" w:customStyle="1" w:styleId="6170816DDCBC9C4FAB13FC0C9B50CF6B">
    <w:name w:val="6170816DDCBC9C4FAB13FC0C9B50CF6B"/>
    <w:rsid w:val="00487F80"/>
    <w:pPr>
      <w:spacing w:after="0" w:line="240" w:lineRule="auto"/>
    </w:pPr>
    <w:rPr>
      <w:sz w:val="24"/>
      <w:szCs w:val="24"/>
    </w:rPr>
  </w:style>
  <w:style w:type="paragraph" w:customStyle="1" w:styleId="147346A652E75546BD001DA7CA58B7AA">
    <w:name w:val="147346A652E75546BD001DA7CA58B7AA"/>
    <w:rsid w:val="00487F80"/>
    <w:pPr>
      <w:spacing w:after="0" w:line="240" w:lineRule="auto"/>
    </w:pPr>
    <w:rPr>
      <w:sz w:val="24"/>
      <w:szCs w:val="24"/>
    </w:rPr>
  </w:style>
  <w:style w:type="paragraph" w:customStyle="1" w:styleId="034E440AF5715C45A7D09C755CCC6105">
    <w:name w:val="034E440AF5715C45A7D09C755CCC6105"/>
    <w:rsid w:val="00487F80"/>
    <w:pPr>
      <w:spacing w:after="0" w:line="240" w:lineRule="auto"/>
    </w:pPr>
    <w:rPr>
      <w:sz w:val="24"/>
      <w:szCs w:val="24"/>
    </w:rPr>
  </w:style>
  <w:style w:type="paragraph" w:customStyle="1" w:styleId="093170C94944C9489B58898EDBEFFC38">
    <w:name w:val="093170C94944C9489B58898EDBEFFC38"/>
    <w:rsid w:val="00487F80"/>
    <w:pPr>
      <w:spacing w:after="0" w:line="240" w:lineRule="auto"/>
    </w:pPr>
    <w:rPr>
      <w:sz w:val="24"/>
      <w:szCs w:val="24"/>
    </w:rPr>
  </w:style>
  <w:style w:type="paragraph" w:customStyle="1" w:styleId="8A710A1F1026004D899FD256D6FE75E7">
    <w:name w:val="8A710A1F1026004D899FD256D6FE75E7"/>
    <w:rsid w:val="00A14B26"/>
    <w:pPr>
      <w:spacing w:after="0" w:line="240" w:lineRule="auto"/>
    </w:pPr>
    <w:rPr>
      <w:sz w:val="24"/>
      <w:szCs w:val="24"/>
    </w:rPr>
  </w:style>
  <w:style w:type="paragraph" w:customStyle="1" w:styleId="775A2AEECD783B4584D9373BB38C6D78">
    <w:name w:val="775A2AEECD783B4584D9373BB38C6D78"/>
    <w:rsid w:val="00A14B26"/>
    <w:pPr>
      <w:spacing w:after="0" w:line="240" w:lineRule="auto"/>
    </w:pPr>
    <w:rPr>
      <w:sz w:val="24"/>
      <w:szCs w:val="24"/>
    </w:rPr>
  </w:style>
  <w:style w:type="paragraph" w:customStyle="1" w:styleId="5F51F22C702ABE4692AE85DDB4AF79F3">
    <w:name w:val="5F51F22C702ABE4692AE85DDB4AF79F3"/>
    <w:rsid w:val="00A14B26"/>
    <w:pPr>
      <w:spacing w:after="0" w:line="240" w:lineRule="auto"/>
    </w:pPr>
    <w:rPr>
      <w:sz w:val="24"/>
      <w:szCs w:val="24"/>
    </w:rPr>
  </w:style>
  <w:style w:type="paragraph" w:customStyle="1" w:styleId="1AB2DB45F715BC4EB80E82DC35E7EC97">
    <w:name w:val="1AB2DB45F715BC4EB80E82DC35E7EC97"/>
    <w:rsid w:val="00CA1DE5"/>
    <w:pPr>
      <w:spacing w:after="0" w:line="240" w:lineRule="auto"/>
    </w:pPr>
    <w:rPr>
      <w:sz w:val="24"/>
      <w:szCs w:val="24"/>
    </w:rPr>
  </w:style>
  <w:style w:type="paragraph" w:customStyle="1" w:styleId="79BDEAF282B3A045AE407B2527143AF5">
    <w:name w:val="79BDEAF282B3A045AE407B2527143AF5"/>
    <w:rsid w:val="00CA1DE5"/>
    <w:pPr>
      <w:spacing w:after="0" w:line="240" w:lineRule="auto"/>
    </w:pPr>
    <w:rPr>
      <w:sz w:val="24"/>
      <w:szCs w:val="24"/>
    </w:rPr>
  </w:style>
  <w:style w:type="paragraph" w:customStyle="1" w:styleId="41ACFCFAF9A9CF4AB6DA047B7644FA4A">
    <w:name w:val="41ACFCFAF9A9CF4AB6DA047B7644FA4A"/>
    <w:rsid w:val="00CA1DE5"/>
    <w:pPr>
      <w:spacing w:after="0" w:line="240" w:lineRule="auto"/>
    </w:pPr>
    <w:rPr>
      <w:sz w:val="24"/>
      <w:szCs w:val="24"/>
    </w:rPr>
  </w:style>
  <w:style w:type="paragraph" w:customStyle="1" w:styleId="101CBB2DC79B7043A7400DAD1B3448F6">
    <w:name w:val="101CBB2DC79B7043A7400DAD1B3448F6"/>
    <w:rsid w:val="00CA1DE5"/>
    <w:pPr>
      <w:spacing w:after="0" w:line="240" w:lineRule="auto"/>
    </w:pPr>
    <w:rPr>
      <w:sz w:val="24"/>
      <w:szCs w:val="24"/>
    </w:rPr>
  </w:style>
  <w:style w:type="paragraph" w:customStyle="1" w:styleId="728712D1E77F0A45BCEE28FC9BC8FFFA">
    <w:name w:val="728712D1E77F0A45BCEE28FC9BC8FFFA"/>
    <w:rsid w:val="00CA1DE5"/>
    <w:pPr>
      <w:spacing w:after="0" w:line="240" w:lineRule="auto"/>
    </w:pPr>
    <w:rPr>
      <w:sz w:val="24"/>
      <w:szCs w:val="24"/>
    </w:rPr>
  </w:style>
  <w:style w:type="paragraph" w:customStyle="1" w:styleId="A1D5EF00B5EB364D8D5E44C36E1F6F51">
    <w:name w:val="A1D5EF00B5EB364D8D5E44C36E1F6F51"/>
    <w:rsid w:val="00CA1DE5"/>
    <w:pPr>
      <w:spacing w:after="0" w:line="240" w:lineRule="auto"/>
    </w:pPr>
    <w:rPr>
      <w:sz w:val="24"/>
      <w:szCs w:val="24"/>
    </w:rPr>
  </w:style>
  <w:style w:type="paragraph" w:customStyle="1" w:styleId="F6AC601876F10D489EEA97878B979E2A">
    <w:name w:val="F6AC601876F10D489EEA97878B979E2A"/>
    <w:rsid w:val="00CA1DE5"/>
    <w:pPr>
      <w:spacing w:after="0" w:line="240" w:lineRule="auto"/>
    </w:pPr>
    <w:rPr>
      <w:sz w:val="24"/>
      <w:szCs w:val="24"/>
    </w:rPr>
  </w:style>
  <w:style w:type="paragraph" w:customStyle="1" w:styleId="B6A0BF7D3FD68544B91A51B28832B392">
    <w:name w:val="B6A0BF7D3FD68544B91A51B28832B392"/>
    <w:rsid w:val="00CA1DE5"/>
    <w:pPr>
      <w:spacing w:after="0" w:line="240" w:lineRule="auto"/>
    </w:pPr>
    <w:rPr>
      <w:sz w:val="24"/>
      <w:szCs w:val="24"/>
    </w:rPr>
  </w:style>
  <w:style w:type="paragraph" w:customStyle="1" w:styleId="A8D96DD43641ED4DA76644FEBF344458">
    <w:name w:val="A8D96DD43641ED4DA76644FEBF344458"/>
    <w:rsid w:val="00B10F65"/>
    <w:pPr>
      <w:spacing w:after="0" w:line="240" w:lineRule="auto"/>
    </w:pPr>
    <w:rPr>
      <w:sz w:val="24"/>
      <w:szCs w:val="24"/>
    </w:rPr>
  </w:style>
  <w:style w:type="paragraph" w:customStyle="1" w:styleId="478AD4AFE0D7594ABE4EEEE04B8FF85B">
    <w:name w:val="478AD4AFE0D7594ABE4EEEE04B8FF85B"/>
    <w:rsid w:val="00B10F65"/>
    <w:pPr>
      <w:spacing w:after="0" w:line="240" w:lineRule="auto"/>
    </w:pPr>
    <w:rPr>
      <w:sz w:val="24"/>
      <w:szCs w:val="24"/>
    </w:rPr>
  </w:style>
  <w:style w:type="paragraph" w:customStyle="1" w:styleId="3AA923B17CAC7D4A9BE5C92A40AAADC2">
    <w:name w:val="3AA923B17CAC7D4A9BE5C92A40AAADC2"/>
    <w:rsid w:val="00B10F65"/>
    <w:pPr>
      <w:spacing w:after="0" w:line="240" w:lineRule="auto"/>
    </w:pPr>
    <w:rPr>
      <w:sz w:val="24"/>
      <w:szCs w:val="24"/>
    </w:rPr>
  </w:style>
  <w:style w:type="paragraph" w:customStyle="1" w:styleId="E9642F1E2C60AB4280F1544ED0863576">
    <w:name w:val="E9642F1E2C60AB4280F1544ED0863576"/>
    <w:rsid w:val="00B10F65"/>
    <w:pPr>
      <w:spacing w:after="0" w:line="240" w:lineRule="auto"/>
    </w:pPr>
    <w:rPr>
      <w:sz w:val="24"/>
      <w:szCs w:val="24"/>
    </w:rPr>
  </w:style>
  <w:style w:type="paragraph" w:customStyle="1" w:styleId="AA8ED35B612E5E4FB8AFAE386AAC61DA">
    <w:name w:val="AA8ED35B612E5E4FB8AFAE386AAC61DA"/>
    <w:rsid w:val="00B10F65"/>
    <w:pPr>
      <w:spacing w:after="0" w:line="240" w:lineRule="auto"/>
    </w:pPr>
    <w:rPr>
      <w:sz w:val="24"/>
      <w:szCs w:val="24"/>
    </w:rPr>
  </w:style>
  <w:style w:type="paragraph" w:customStyle="1" w:styleId="76CA61FAB653D749A3D451DDBCEA0F2C">
    <w:name w:val="76CA61FAB653D749A3D451DDBCEA0F2C"/>
    <w:rsid w:val="00B10F65"/>
    <w:pPr>
      <w:spacing w:after="0" w:line="240" w:lineRule="auto"/>
    </w:pPr>
    <w:rPr>
      <w:sz w:val="24"/>
      <w:szCs w:val="24"/>
    </w:rPr>
  </w:style>
  <w:style w:type="paragraph" w:customStyle="1" w:styleId="42776768BF16064089E16B98A9EFE8EE">
    <w:name w:val="42776768BF16064089E16B98A9EFE8EE"/>
    <w:rsid w:val="00B10F65"/>
    <w:pPr>
      <w:spacing w:after="0" w:line="240" w:lineRule="auto"/>
    </w:pPr>
    <w:rPr>
      <w:sz w:val="24"/>
      <w:szCs w:val="24"/>
    </w:rPr>
  </w:style>
  <w:style w:type="paragraph" w:customStyle="1" w:styleId="2BCDCD6FB2152E45A6A2E1700B04A934">
    <w:name w:val="2BCDCD6FB2152E45A6A2E1700B04A934"/>
    <w:rsid w:val="00B10F65"/>
    <w:pPr>
      <w:spacing w:after="0" w:line="240" w:lineRule="auto"/>
    </w:pPr>
    <w:rPr>
      <w:sz w:val="24"/>
      <w:szCs w:val="24"/>
    </w:rPr>
  </w:style>
  <w:style w:type="paragraph" w:customStyle="1" w:styleId="7A938E9A6539E440BDCC283103D6B4E1">
    <w:name w:val="7A938E9A6539E440BDCC283103D6B4E1"/>
    <w:rsid w:val="00B10F65"/>
    <w:pPr>
      <w:spacing w:after="0" w:line="240" w:lineRule="auto"/>
    </w:pPr>
    <w:rPr>
      <w:sz w:val="24"/>
      <w:szCs w:val="24"/>
    </w:rPr>
  </w:style>
  <w:style w:type="paragraph" w:customStyle="1" w:styleId="C2A07890034EE245886DA125144E57F9">
    <w:name w:val="C2A07890034EE245886DA125144E57F9"/>
    <w:rsid w:val="00B10F65"/>
    <w:pPr>
      <w:spacing w:after="0" w:line="240" w:lineRule="auto"/>
    </w:pPr>
    <w:rPr>
      <w:sz w:val="24"/>
      <w:szCs w:val="24"/>
    </w:rPr>
  </w:style>
  <w:style w:type="paragraph" w:customStyle="1" w:styleId="68AA264FD7CFA949A2E489CD1F707A2F">
    <w:name w:val="68AA264FD7CFA949A2E489CD1F707A2F"/>
    <w:rsid w:val="00B10F65"/>
    <w:pPr>
      <w:spacing w:after="0" w:line="240" w:lineRule="auto"/>
    </w:pPr>
    <w:rPr>
      <w:sz w:val="24"/>
      <w:szCs w:val="24"/>
    </w:rPr>
  </w:style>
  <w:style w:type="paragraph" w:customStyle="1" w:styleId="31B17F9925A3FC4BAF47BAEC07AFD924">
    <w:name w:val="31B17F9925A3FC4BAF47BAEC07AFD924"/>
    <w:rsid w:val="00B10F65"/>
    <w:pPr>
      <w:spacing w:after="0" w:line="240" w:lineRule="auto"/>
    </w:pPr>
    <w:rPr>
      <w:sz w:val="24"/>
      <w:szCs w:val="24"/>
    </w:rPr>
  </w:style>
  <w:style w:type="paragraph" w:customStyle="1" w:styleId="C2F2AB2EBFC17240B74DFE694462D4FB">
    <w:name w:val="C2F2AB2EBFC17240B74DFE694462D4FB"/>
    <w:rsid w:val="00B10F65"/>
    <w:pPr>
      <w:spacing w:after="0" w:line="240" w:lineRule="auto"/>
    </w:pPr>
    <w:rPr>
      <w:sz w:val="24"/>
      <w:szCs w:val="24"/>
    </w:rPr>
  </w:style>
  <w:style w:type="paragraph" w:customStyle="1" w:styleId="7B7C9190BE33DD4ABE6FC1A991B493DA">
    <w:name w:val="7B7C9190BE33DD4ABE6FC1A991B493DA"/>
    <w:rsid w:val="00B10F65"/>
    <w:pPr>
      <w:spacing w:after="0" w:line="240" w:lineRule="auto"/>
    </w:pPr>
    <w:rPr>
      <w:sz w:val="24"/>
      <w:szCs w:val="24"/>
    </w:rPr>
  </w:style>
  <w:style w:type="paragraph" w:customStyle="1" w:styleId="5F51CB066F43914796BC65C0F522C455">
    <w:name w:val="5F51CB066F43914796BC65C0F522C455"/>
    <w:rsid w:val="00B10F65"/>
    <w:pPr>
      <w:spacing w:after="0" w:line="240" w:lineRule="auto"/>
    </w:pPr>
    <w:rPr>
      <w:sz w:val="24"/>
      <w:szCs w:val="24"/>
    </w:rPr>
  </w:style>
  <w:style w:type="paragraph" w:customStyle="1" w:styleId="6BF1846F4FE542459ABB749956200A20">
    <w:name w:val="6BF1846F4FE542459ABB749956200A20"/>
    <w:rsid w:val="00B10F65"/>
    <w:pPr>
      <w:spacing w:after="0" w:line="240" w:lineRule="auto"/>
    </w:pPr>
    <w:rPr>
      <w:sz w:val="24"/>
      <w:szCs w:val="24"/>
    </w:rPr>
  </w:style>
  <w:style w:type="paragraph" w:customStyle="1" w:styleId="27AA04D5D9AAF746ACD1F666BF986B58">
    <w:name w:val="27AA04D5D9AAF746ACD1F666BF986B58"/>
    <w:rsid w:val="00B10F65"/>
    <w:pPr>
      <w:spacing w:after="0" w:line="240" w:lineRule="auto"/>
    </w:pPr>
    <w:rPr>
      <w:sz w:val="24"/>
      <w:szCs w:val="24"/>
    </w:rPr>
  </w:style>
  <w:style w:type="paragraph" w:customStyle="1" w:styleId="A8463526011A5A41AF306249151637DE">
    <w:name w:val="A8463526011A5A41AF306249151637DE"/>
    <w:rsid w:val="00B10F65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781C5A-A238-294A-9AA3-E71FD992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C:\Users\ptvu\Desktop\OPTICAL INSTRUMENTATION REQUEST.dotx</Template>
  <TotalTime>358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HPES ACES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Vu, Paul Tung. (ARC-TSF)[JACOBS]</dc:creator>
  <cp:keywords/>
  <dc:description/>
  <cp:lastModifiedBy>Sarmiento, Cynthia E. (ARC-TSF)</cp:lastModifiedBy>
  <cp:revision>17</cp:revision>
  <dcterms:created xsi:type="dcterms:W3CDTF">2019-05-06T14:57:00Z</dcterms:created>
  <dcterms:modified xsi:type="dcterms:W3CDTF">2020-05-13T18:59:00Z</dcterms:modified>
</cp:coreProperties>
</file>